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090"/>
        <w:gridCol w:w="3828"/>
        <w:gridCol w:w="2055"/>
        <w:gridCol w:w="2055"/>
        <w:gridCol w:w="1560"/>
        <w:gridCol w:w="2580"/>
      </w:tblGrid>
      <w:tr w:rsidR="006C1BBB" w:rsidRPr="00307A0C" w14:paraId="129E321F" w14:textId="77777777" w:rsidTr="00E9528A">
        <w:trPr>
          <w:trHeight w:val="453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5B5C2125" w14:textId="77777777" w:rsidR="006C1BBB" w:rsidRPr="00307A0C" w:rsidRDefault="00307A0C" w:rsidP="006C1BBB">
            <w:pPr>
              <w:keepNext/>
              <w:outlineLvl w:val="0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00</w:t>
            </w:r>
            <w:r w:rsidR="002D03A6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5883" w:type="dxa"/>
            <w:gridSpan w:val="2"/>
            <w:shd w:val="clear" w:color="auto" w:fill="B2A1C7" w:themeFill="accent4" w:themeFillTint="99"/>
            <w:vAlign w:val="center"/>
          </w:tcPr>
          <w:p w14:paraId="78705C5C" w14:textId="0F158AF6" w:rsidR="006C1BBB" w:rsidRPr="002D03A6" w:rsidRDefault="00195DCF" w:rsidP="00195DC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03A6">
              <w:rPr>
                <w:rFonts w:asciiTheme="minorHAnsi" w:hAnsiTheme="minorHAnsi" w:cstheme="minorHAnsi"/>
                <w:b/>
              </w:rPr>
              <w:t>USE OF MOBILE SCAFFOLD TOWERS</w:t>
            </w:r>
          </w:p>
        </w:tc>
        <w:tc>
          <w:tcPr>
            <w:tcW w:w="6195" w:type="dxa"/>
            <w:gridSpan w:val="3"/>
            <w:shd w:val="clear" w:color="auto" w:fill="FFFFFF" w:themeFill="background1"/>
            <w:vAlign w:val="center"/>
          </w:tcPr>
          <w:p w14:paraId="0994200C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Frequency and Job Specific Information:</w:t>
            </w:r>
            <w:r w:rsidR="00E9528A">
              <w:rPr>
                <w:rFonts w:asciiTheme="minorHAnsi" w:hAnsiTheme="minorHAnsi" w:cstheme="minorHAnsi"/>
              </w:rPr>
              <w:t xml:space="preserve"> Please Refer to Project/</w:t>
            </w:r>
            <w:r w:rsidRPr="00307A0C">
              <w:rPr>
                <w:rFonts w:asciiTheme="minorHAnsi" w:hAnsiTheme="minorHAnsi" w:cstheme="minorHAnsi"/>
              </w:rPr>
              <w:t xml:space="preserve"> Method Statement</w:t>
            </w:r>
          </w:p>
        </w:tc>
      </w:tr>
      <w:tr w:rsidR="006C1BBB" w:rsidRPr="00307A0C" w14:paraId="68ACA532" w14:textId="77777777" w:rsidTr="00E9528A">
        <w:trPr>
          <w:trHeight w:val="453"/>
        </w:trPr>
        <w:tc>
          <w:tcPr>
            <w:tcW w:w="3090" w:type="dxa"/>
            <w:vMerge w:val="restart"/>
            <w:shd w:val="clear" w:color="auto" w:fill="B2A1C7" w:themeFill="accent4" w:themeFillTint="99"/>
            <w:vAlign w:val="center"/>
          </w:tcPr>
          <w:p w14:paraId="59F586DB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prepared by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3B437738" w14:textId="77777777" w:rsidR="006C1BBB" w:rsidRPr="00307A0C" w:rsidRDefault="006C1BBB" w:rsidP="007770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 w:val="restart"/>
            <w:shd w:val="clear" w:color="auto" w:fill="B2A1C7" w:themeFill="accent4" w:themeFillTint="99"/>
            <w:vAlign w:val="center"/>
          </w:tcPr>
          <w:p w14:paraId="26417C42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Na</w:t>
            </w:r>
            <w:r w:rsidR="00E9528A">
              <w:rPr>
                <w:rFonts w:asciiTheme="minorHAnsi" w:hAnsiTheme="minorHAnsi" w:cstheme="minorHAnsi"/>
                <w:b/>
              </w:rPr>
              <w:t xml:space="preserve">me of Person approving </w:t>
            </w:r>
            <w:r w:rsidRPr="00307A0C">
              <w:rPr>
                <w:rFonts w:asciiTheme="minorHAnsi" w:hAnsiTheme="minorHAnsi" w:cstheme="minorHAnsi"/>
                <w:b/>
              </w:rPr>
              <w:t>RA:</w:t>
            </w:r>
          </w:p>
        </w:tc>
        <w:tc>
          <w:tcPr>
            <w:tcW w:w="2055" w:type="dxa"/>
            <w:vMerge w:val="restart"/>
            <w:shd w:val="clear" w:color="auto" w:fill="FFFFFF" w:themeFill="background1"/>
            <w:vAlign w:val="center"/>
          </w:tcPr>
          <w:p w14:paraId="3948AC72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340C5B4B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 of last review: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591729D5" w14:textId="5D66CF66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278A0A06" w14:textId="77777777" w:rsidTr="00E9528A">
        <w:trPr>
          <w:trHeight w:val="337"/>
        </w:trPr>
        <w:tc>
          <w:tcPr>
            <w:tcW w:w="3090" w:type="dxa"/>
            <w:vMerge/>
            <w:shd w:val="clear" w:color="auto" w:fill="B2A1C7" w:themeFill="accent4" w:themeFillTint="99"/>
            <w:vAlign w:val="center"/>
          </w:tcPr>
          <w:p w14:paraId="424A60AE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3A6BD42B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B2A1C7" w:themeFill="accent4" w:themeFillTint="99"/>
            <w:vAlign w:val="center"/>
          </w:tcPr>
          <w:p w14:paraId="55B7511C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FFFFFF" w:themeFill="background1"/>
            <w:vAlign w:val="center"/>
          </w:tcPr>
          <w:p w14:paraId="74AF70B1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0983281F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Next review due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07A6DD72" w14:textId="4C2F560B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385883E8" w14:textId="77777777" w:rsidTr="00E9528A">
        <w:trPr>
          <w:trHeight w:val="408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75AF5714" w14:textId="77777777" w:rsidR="006C1BBB" w:rsidRPr="00307A0C" w:rsidRDefault="00307A0C" w:rsidP="006C1B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Limits of use without need for p</w:t>
            </w:r>
            <w:r w:rsidR="006C1BBB" w:rsidRPr="00307A0C">
              <w:rPr>
                <w:rFonts w:asciiTheme="minorHAnsi" w:hAnsiTheme="minorHAnsi" w:cstheme="minorHAnsi"/>
                <w:b/>
              </w:rPr>
              <w:t>roject specific sign off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62AC7E5E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0E78CFC4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Circulation List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4BC75018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</w:rPr>
              <w:t>All site staff and Project Managers</w:t>
            </w:r>
          </w:p>
        </w:tc>
      </w:tr>
    </w:tbl>
    <w:p w14:paraId="36C9374B" w14:textId="77777777" w:rsidR="00A62EF7" w:rsidRDefault="00A62EF7" w:rsidP="006C1BBB">
      <w:pPr>
        <w:rPr>
          <w:rFonts w:asciiTheme="minorHAnsi" w:hAnsiTheme="minorHAnsi" w:cstheme="minorHAnsi"/>
          <w:b/>
        </w:rPr>
      </w:pPr>
    </w:p>
    <w:p w14:paraId="605B142E" w14:textId="77777777" w:rsidR="006C1BBB" w:rsidRDefault="006C1BBB" w:rsidP="006C1BBB">
      <w:pPr>
        <w:rPr>
          <w:rFonts w:asciiTheme="minorHAnsi" w:hAnsiTheme="minorHAnsi" w:cstheme="minorHAnsi"/>
          <w:b/>
        </w:rPr>
      </w:pPr>
      <w:r w:rsidRPr="00307A0C">
        <w:rPr>
          <w:rFonts w:asciiTheme="minorHAnsi" w:hAnsiTheme="minorHAnsi" w:cstheme="minorHAnsi"/>
          <w:b/>
        </w:rPr>
        <w:t>Project specific details &amp; Sign-off by Project Manager (only completed where the standard controls no longer apply)</w:t>
      </w:r>
    </w:p>
    <w:p w14:paraId="2122240C" w14:textId="77777777" w:rsidR="00A62EF7" w:rsidRPr="00307A0C" w:rsidRDefault="00A62EF7" w:rsidP="006C1BBB">
      <w:pPr>
        <w:rPr>
          <w:rFonts w:asciiTheme="minorHAnsi" w:hAnsiTheme="minorHAnsi" w:cstheme="minorHAnsi"/>
          <w:b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957"/>
        <w:gridCol w:w="780"/>
        <w:gridCol w:w="3189"/>
        <w:gridCol w:w="4352"/>
        <w:gridCol w:w="2523"/>
        <w:gridCol w:w="851"/>
        <w:gridCol w:w="1446"/>
      </w:tblGrid>
      <w:tr w:rsidR="00307A0C" w:rsidRPr="00307A0C" w14:paraId="14D6542F" w14:textId="77777777" w:rsidTr="00E9528A">
        <w:trPr>
          <w:trHeight w:val="408"/>
        </w:trPr>
        <w:tc>
          <w:tcPr>
            <w:tcW w:w="1070" w:type="dxa"/>
            <w:shd w:val="clear" w:color="auto" w:fill="B2A1C7" w:themeFill="accent4" w:themeFillTint="99"/>
            <w:vAlign w:val="center"/>
          </w:tcPr>
          <w:p w14:paraId="35CD9316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Job Number</w:t>
            </w:r>
            <w:r w:rsidRPr="00307A0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2A908BB5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  <w:shd w:val="clear" w:color="auto" w:fill="B2A1C7" w:themeFill="accent4" w:themeFillTint="99"/>
            <w:vAlign w:val="center"/>
          </w:tcPr>
          <w:p w14:paraId="064C7AFF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Site: </w:t>
            </w:r>
          </w:p>
        </w:tc>
        <w:tc>
          <w:tcPr>
            <w:tcW w:w="3189" w:type="dxa"/>
            <w:shd w:val="clear" w:color="auto" w:fill="FFFFFF" w:themeFill="background1"/>
            <w:vAlign w:val="center"/>
          </w:tcPr>
          <w:p w14:paraId="3F172CC1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52" w:type="dxa"/>
            <w:shd w:val="clear" w:color="auto" w:fill="B2A1C7" w:themeFill="accent4" w:themeFillTint="99"/>
            <w:vAlign w:val="center"/>
          </w:tcPr>
          <w:p w14:paraId="771CB0B7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Project Manager Approving Amended Risk Assessment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22B45D0F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1" w:type="dxa"/>
            <w:shd w:val="clear" w:color="auto" w:fill="B2A1C7" w:themeFill="accent4" w:themeFillTint="99"/>
            <w:vAlign w:val="center"/>
          </w:tcPr>
          <w:p w14:paraId="7C62D699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Date:</w:t>
            </w:r>
          </w:p>
        </w:tc>
        <w:tc>
          <w:tcPr>
            <w:tcW w:w="1446" w:type="dxa"/>
            <w:shd w:val="clear" w:color="auto" w:fill="FFFFFF" w:themeFill="background1"/>
            <w:vAlign w:val="center"/>
          </w:tcPr>
          <w:p w14:paraId="76CF96BA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7D68573A" w14:textId="77777777" w:rsidR="001D53AA" w:rsidRDefault="001D53AA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1F4612" w:rsidRPr="00307A0C" w14:paraId="30641779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26E74934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11F0108F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41B7E80F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474E646F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256FE020" w14:textId="77777777" w:rsidR="001F4612" w:rsidRPr="00307A0C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4FF5F162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293A1A90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3519D79C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3B715895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06602EF7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32F65D3F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1F4612" w:rsidRPr="00307A0C" w14:paraId="4D2C6760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0AE551C8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1A7F0A73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16C09860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75A24FFF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6EE3E185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374F9D22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044BF7E6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7171DE29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3864C028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0C2CA2B7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276AF457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A62EF7" w:rsidRPr="00C458C3" w14:paraId="6E01DE84" w14:textId="77777777" w:rsidTr="00D86014">
        <w:trPr>
          <w:cantSplit/>
          <w:jc w:val="center"/>
        </w:trPr>
        <w:tc>
          <w:tcPr>
            <w:tcW w:w="1982" w:type="dxa"/>
            <w:vMerge w:val="restart"/>
          </w:tcPr>
          <w:p w14:paraId="3B86A970" w14:textId="0FDB3405" w:rsidR="00C4498E" w:rsidRDefault="00FB6E49" w:rsidP="00A62EF7">
            <w:pPr>
              <w:rPr>
                <w:lang w:eastAsia="en-GB"/>
              </w:rPr>
            </w:pPr>
            <w:r w:rsidRPr="00C250B0">
              <w:rPr>
                <w:rFonts w:asciiTheme="minorHAnsi" w:hAnsiTheme="minorHAnsi" w:cstheme="minorHAnsi"/>
                <w:b/>
              </w:rPr>
              <w:t>USE OF MOBILE SCAFFOLD TOWERS</w:t>
            </w:r>
          </w:p>
          <w:p w14:paraId="031D1441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1F36A6C5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74E984CA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14E5D5A8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1B4D6D94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1314AF8C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4AA54EDE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2AFF993B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467B6D44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29C221A0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248BC082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5B9C1BC2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08375D6F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04D1D8D0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5B640004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08118D87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5596FEA5" w14:textId="77777777" w:rsidR="00C4498E" w:rsidRPr="00C4498E" w:rsidRDefault="00C4498E" w:rsidP="00C4498E">
            <w:pPr>
              <w:rPr>
                <w:lang w:eastAsia="en-GB"/>
              </w:rPr>
            </w:pPr>
          </w:p>
          <w:p w14:paraId="1AB6E394" w14:textId="246F1C22" w:rsidR="00A62EF7" w:rsidRPr="00C4498E" w:rsidRDefault="00A62EF7" w:rsidP="00C4498E">
            <w:pPr>
              <w:rPr>
                <w:lang w:eastAsia="en-GB"/>
              </w:rPr>
            </w:pPr>
          </w:p>
        </w:tc>
        <w:tc>
          <w:tcPr>
            <w:tcW w:w="1991" w:type="dxa"/>
          </w:tcPr>
          <w:p w14:paraId="381F062E" w14:textId="77777777" w:rsidR="00A62EF7" w:rsidRPr="00672A37" w:rsidRDefault="00A62EF7" w:rsidP="00A62EF7">
            <w:pPr>
              <w:rPr>
                <w:rFonts w:asciiTheme="minorHAnsi" w:hAnsiTheme="minorHAnsi" w:cstheme="minorHAnsi"/>
                <w:b/>
              </w:rPr>
            </w:pPr>
            <w:r w:rsidRPr="00672A37">
              <w:rPr>
                <w:rFonts w:asciiTheme="minorHAnsi" w:hAnsiTheme="minorHAnsi" w:cstheme="minorHAnsi"/>
                <w:b/>
              </w:rPr>
              <w:t>Incorrectly set up tower</w:t>
            </w:r>
          </w:p>
          <w:p w14:paraId="193CDA0C" w14:textId="77777777" w:rsidR="00A62EF7" w:rsidRPr="00672A37" w:rsidRDefault="00A62EF7" w:rsidP="00A62EF7">
            <w:pPr>
              <w:rPr>
                <w:rFonts w:asciiTheme="minorHAnsi" w:hAnsiTheme="minorHAnsi" w:cstheme="minorHAnsi"/>
                <w:b/>
              </w:rPr>
            </w:pPr>
            <w:r w:rsidRPr="00672A37">
              <w:rPr>
                <w:rFonts w:asciiTheme="minorHAnsi" w:hAnsiTheme="minorHAnsi" w:cstheme="minorHAnsi"/>
                <w:b/>
              </w:rPr>
              <w:t>Incorrect use of scaffold tower</w:t>
            </w:r>
          </w:p>
          <w:p w14:paraId="4E85AED6" w14:textId="77777777" w:rsidR="00A62EF7" w:rsidRPr="00672A37" w:rsidRDefault="00A62EF7" w:rsidP="00A62EF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</w:tcPr>
          <w:p w14:paraId="79913595" w14:textId="77777777" w:rsidR="00A62EF7" w:rsidRPr="001F4612" w:rsidRDefault="00A62EF7" w:rsidP="00A62EF7">
            <w:pPr>
              <w:rPr>
                <w:rFonts w:asciiTheme="minorHAnsi" w:hAnsiTheme="minorHAnsi" w:cstheme="minorHAnsi"/>
                <w:b/>
              </w:rPr>
            </w:pPr>
            <w:r w:rsidRPr="001F4612">
              <w:rPr>
                <w:rFonts w:asciiTheme="minorHAnsi" w:hAnsiTheme="minorHAnsi" w:cstheme="minorHAnsi"/>
                <w:b/>
              </w:rPr>
              <w:t>Site staff</w:t>
            </w:r>
          </w:p>
          <w:p w14:paraId="52C1A045" w14:textId="77777777" w:rsidR="00A62EF7" w:rsidRPr="001F4612" w:rsidRDefault="00A62EF7" w:rsidP="00A62EF7">
            <w:pPr>
              <w:rPr>
                <w:rFonts w:asciiTheme="minorHAnsi" w:hAnsiTheme="minorHAnsi" w:cstheme="minorHAnsi"/>
                <w:b/>
              </w:rPr>
            </w:pPr>
            <w:r w:rsidRPr="001F4612">
              <w:rPr>
                <w:rFonts w:asciiTheme="minorHAnsi" w:hAnsiTheme="minorHAnsi" w:cstheme="minorHAnsi"/>
                <w:b/>
              </w:rPr>
              <w:t>Contractors</w:t>
            </w:r>
          </w:p>
          <w:p w14:paraId="692E5CBE" w14:textId="77777777" w:rsidR="00A62EF7" w:rsidRPr="001F4612" w:rsidRDefault="00A62EF7" w:rsidP="00A62EF7">
            <w:pPr>
              <w:rPr>
                <w:rFonts w:asciiTheme="minorHAnsi" w:hAnsiTheme="minorHAnsi" w:cstheme="minorHAnsi"/>
                <w:b/>
              </w:rPr>
            </w:pPr>
            <w:r w:rsidRPr="001F4612">
              <w:rPr>
                <w:rFonts w:asciiTheme="minorHAnsi" w:hAnsiTheme="minorHAnsi" w:cstheme="minorHAnsi"/>
                <w:b/>
              </w:rPr>
              <w:t>Other site staff</w:t>
            </w:r>
          </w:p>
          <w:p w14:paraId="32A8D185" w14:textId="77777777" w:rsidR="00A62EF7" w:rsidRPr="001F4612" w:rsidRDefault="00A62EF7" w:rsidP="00A62EF7">
            <w:pPr>
              <w:rPr>
                <w:rFonts w:asciiTheme="minorHAnsi" w:hAnsiTheme="minorHAnsi" w:cstheme="minorHAnsi"/>
                <w:b/>
              </w:rPr>
            </w:pPr>
            <w:r w:rsidRPr="001F4612">
              <w:rPr>
                <w:rFonts w:asciiTheme="minorHAnsi" w:hAnsiTheme="minorHAnsi" w:cstheme="minorHAnsi"/>
                <w:b/>
              </w:rPr>
              <w:t>General public</w:t>
            </w:r>
          </w:p>
          <w:p w14:paraId="117AB5C2" w14:textId="77777777" w:rsidR="00A62EF7" w:rsidRDefault="00A62EF7" w:rsidP="00A62EF7">
            <w:pPr>
              <w:rPr>
                <w:rFonts w:asciiTheme="minorHAnsi" w:hAnsiTheme="minorHAnsi" w:cstheme="minorHAnsi"/>
              </w:rPr>
            </w:pPr>
          </w:p>
          <w:p w14:paraId="2B9B902C" w14:textId="77777777" w:rsidR="00A62EF7" w:rsidRPr="00C250B0" w:rsidRDefault="00A62EF7" w:rsidP="00A62EF7">
            <w:pPr>
              <w:rPr>
                <w:rFonts w:asciiTheme="minorHAnsi" w:hAnsiTheme="minorHAnsi" w:cstheme="minorHAnsi"/>
                <w:b/>
              </w:rPr>
            </w:pPr>
            <w:r w:rsidRPr="00087684">
              <w:rPr>
                <w:rFonts w:asciiTheme="minorHAnsi" w:hAnsiTheme="minorHAnsi" w:cstheme="minorHAnsi"/>
              </w:rPr>
              <w:t>Towers overturning</w:t>
            </w:r>
          </w:p>
        </w:tc>
        <w:tc>
          <w:tcPr>
            <w:tcW w:w="426" w:type="dxa"/>
            <w:vAlign w:val="center"/>
          </w:tcPr>
          <w:p w14:paraId="09F6A069" w14:textId="77777777" w:rsidR="00A62EF7" w:rsidRDefault="00A62EF7" w:rsidP="00A62EF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55748701" w14:textId="77777777" w:rsidR="00A62EF7" w:rsidRDefault="00A62EF7" w:rsidP="00A62EF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726C074E" w14:textId="77777777" w:rsidR="00A62EF7" w:rsidRDefault="00A62EF7" w:rsidP="00A62EF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3400" w:type="dxa"/>
          </w:tcPr>
          <w:p w14:paraId="3561224A" w14:textId="77777777" w:rsidR="00A62EF7" w:rsidRPr="00C250B0" w:rsidRDefault="00A62EF7" w:rsidP="00A62EF7">
            <w:pPr>
              <w:pStyle w:val="Header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 xml:space="preserve">Tower scaffold should be erected on firm level ground </w:t>
            </w:r>
          </w:p>
          <w:p w14:paraId="6A6D3A89" w14:textId="77777777" w:rsidR="00A62EF7" w:rsidRPr="00C250B0" w:rsidRDefault="00A62EF7" w:rsidP="00A62EF7">
            <w:pPr>
              <w:pStyle w:val="Header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 xml:space="preserve">Tower scaffold will only be erected, altered or dismantled by trained operatives in accordance with manufacturer’s specifications. </w:t>
            </w:r>
          </w:p>
          <w:p w14:paraId="7B6B88CF" w14:textId="77777777" w:rsidR="00A62EF7" w:rsidRPr="00F2117C" w:rsidRDefault="00A62EF7" w:rsidP="00A62EF7">
            <w:pPr>
              <w:pStyle w:val="Header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 xml:space="preserve">The wheels of mobile towers should not be less than 125mm in diameter, be marked with safe working load, locked into the base of standards and be fitted with brakes. </w:t>
            </w:r>
          </w:p>
        </w:tc>
        <w:tc>
          <w:tcPr>
            <w:tcW w:w="3117" w:type="dxa"/>
          </w:tcPr>
          <w:p w14:paraId="676C74BE" w14:textId="77777777" w:rsidR="00A62EF7" w:rsidRDefault="00A62EF7" w:rsidP="00A62EF7">
            <w:pPr>
              <w:pStyle w:val="Header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>To ensure stability the height of base ratio of a mobile scaffold tower must not exceed manufacturers’ instruction or 3.5:1 outside a building.</w:t>
            </w:r>
          </w:p>
          <w:p w14:paraId="46C78D7E" w14:textId="77777777" w:rsidR="00A62EF7" w:rsidRDefault="00A62EF7" w:rsidP="00A62EF7">
            <w:pPr>
              <w:pStyle w:val="ListParagraph"/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F2117C">
              <w:rPr>
                <w:rFonts w:asciiTheme="minorHAnsi" w:eastAsia="Times New Roman" w:hAnsiTheme="minorHAnsi" w:cstheme="minorHAnsi"/>
                <w:sz w:val="20"/>
                <w:szCs w:val="20"/>
              </w:rPr>
              <w:t>Stabilisers may be used to increase height to base ratio</w:t>
            </w:r>
          </w:p>
          <w:p w14:paraId="708BE6E6" w14:textId="77777777" w:rsidR="00A62EF7" w:rsidRPr="00F2117C" w:rsidRDefault="00A62EF7" w:rsidP="00A62EF7">
            <w:pPr>
              <w:pStyle w:val="ListParagraph"/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F2117C">
              <w:rPr>
                <w:rFonts w:asciiTheme="minorHAnsi" w:eastAsia="Times New Roman" w:hAnsiTheme="minorHAnsi" w:cstheme="minorHAnsi"/>
                <w:sz w:val="20"/>
                <w:szCs w:val="20"/>
              </w:rPr>
              <w:t>The safe working load will be</w:t>
            </w:r>
          </w:p>
          <w:p w14:paraId="4225F460" w14:textId="77777777" w:rsidR="00A62EF7" w:rsidRPr="00F2117C" w:rsidRDefault="00A62EF7" w:rsidP="00A62EF7">
            <w:pPr>
              <w:pStyle w:val="ListParagraph"/>
              <w:ind w:left="36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F2117C">
              <w:rPr>
                <w:rFonts w:asciiTheme="minorHAnsi" w:eastAsia="Times New Roman" w:hAnsiTheme="minorHAnsi" w:cstheme="minorHAnsi"/>
                <w:sz w:val="20"/>
                <w:szCs w:val="20"/>
              </w:rPr>
              <w:t>displayed on the structure</w:t>
            </w:r>
          </w:p>
          <w:p w14:paraId="451CD33A" w14:textId="77777777" w:rsidR="00A62EF7" w:rsidRPr="00F2117C" w:rsidRDefault="00A62EF7" w:rsidP="00A62EF7">
            <w:pPr>
              <w:pStyle w:val="ListParagraph"/>
              <w:ind w:left="36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F2117C">
              <w:rPr>
                <w:rFonts w:asciiTheme="minorHAnsi" w:eastAsia="Times New Roman" w:hAnsiTheme="minorHAnsi" w:cstheme="minorHAnsi"/>
                <w:sz w:val="20"/>
                <w:szCs w:val="20"/>
              </w:rPr>
              <w:t>which will not be exceeded</w:t>
            </w:r>
          </w:p>
          <w:p w14:paraId="7DE0356D" w14:textId="77777777" w:rsidR="00A62EF7" w:rsidRPr="00C250B0" w:rsidRDefault="00A62EF7" w:rsidP="00A62EF7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>Notices will be displayed on</w:t>
            </w:r>
          </w:p>
          <w:p w14:paraId="1D6EA33E" w14:textId="77777777" w:rsidR="00A62EF7" w:rsidRPr="00F2117C" w:rsidRDefault="00A62EF7" w:rsidP="00A62EF7">
            <w:pPr>
              <w:pStyle w:val="Header"/>
              <w:ind w:left="360"/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>Incomplete structures.</w:t>
            </w:r>
          </w:p>
        </w:tc>
        <w:tc>
          <w:tcPr>
            <w:tcW w:w="425" w:type="dxa"/>
            <w:vAlign w:val="center"/>
          </w:tcPr>
          <w:p w14:paraId="387932C1" w14:textId="77777777" w:rsidR="00A62EF7" w:rsidRDefault="00A62EF7" w:rsidP="00A62EF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1C9CD68E" w14:textId="77777777" w:rsidR="00A62EF7" w:rsidRDefault="00A62EF7" w:rsidP="00A62EF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682" w:type="dxa"/>
            <w:vAlign w:val="center"/>
          </w:tcPr>
          <w:p w14:paraId="47DFC127" w14:textId="77777777" w:rsidR="00A62EF7" w:rsidRDefault="00A62EF7" w:rsidP="00A62EF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8C60DD" w:rsidRPr="00C458C3" w14:paraId="31F3BBCB" w14:textId="77777777" w:rsidTr="00D86014">
        <w:trPr>
          <w:cantSplit/>
          <w:jc w:val="center"/>
        </w:trPr>
        <w:tc>
          <w:tcPr>
            <w:tcW w:w="1982" w:type="dxa"/>
            <w:vMerge/>
          </w:tcPr>
          <w:p w14:paraId="58C256A0" w14:textId="77777777" w:rsidR="008C60DD" w:rsidRPr="00277E03" w:rsidRDefault="008C60DD" w:rsidP="008C60DD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32822EE3" w14:textId="77777777" w:rsidR="008C60DD" w:rsidRPr="00672A37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672A37">
              <w:rPr>
                <w:rFonts w:asciiTheme="minorHAnsi" w:hAnsiTheme="minorHAnsi" w:cstheme="minorHAnsi"/>
                <w:b/>
              </w:rPr>
              <w:t>Loose materials/ tools</w:t>
            </w:r>
          </w:p>
        </w:tc>
        <w:tc>
          <w:tcPr>
            <w:tcW w:w="1558" w:type="dxa"/>
          </w:tcPr>
          <w:p w14:paraId="474D907B" w14:textId="77777777" w:rsidR="008C60DD" w:rsidRPr="001F4612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1F4612">
              <w:rPr>
                <w:rFonts w:asciiTheme="minorHAnsi" w:hAnsiTheme="minorHAnsi" w:cstheme="minorHAnsi"/>
                <w:b/>
              </w:rPr>
              <w:t>Site staff</w:t>
            </w:r>
          </w:p>
          <w:p w14:paraId="05ACAC9B" w14:textId="77777777" w:rsidR="008C60DD" w:rsidRPr="001F4612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1F4612">
              <w:rPr>
                <w:rFonts w:asciiTheme="minorHAnsi" w:hAnsiTheme="minorHAnsi" w:cstheme="minorHAnsi"/>
                <w:b/>
              </w:rPr>
              <w:t>Contractors</w:t>
            </w:r>
          </w:p>
          <w:p w14:paraId="4C667BB1" w14:textId="77777777" w:rsidR="008C60DD" w:rsidRPr="001F4612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1F4612">
              <w:rPr>
                <w:rFonts w:asciiTheme="minorHAnsi" w:hAnsiTheme="minorHAnsi" w:cstheme="minorHAnsi"/>
                <w:b/>
              </w:rPr>
              <w:t>Other site staff</w:t>
            </w:r>
          </w:p>
          <w:p w14:paraId="12A416C9" w14:textId="77777777" w:rsidR="008C60DD" w:rsidRPr="001F4612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1F4612">
              <w:rPr>
                <w:rFonts w:asciiTheme="minorHAnsi" w:hAnsiTheme="minorHAnsi" w:cstheme="minorHAnsi"/>
                <w:b/>
              </w:rPr>
              <w:t>General public</w:t>
            </w:r>
          </w:p>
          <w:p w14:paraId="3C0ADC8F" w14:textId="77777777" w:rsidR="008C60DD" w:rsidRPr="001F4612" w:rsidRDefault="008C60DD" w:rsidP="008C60DD">
            <w:pPr>
              <w:rPr>
                <w:rFonts w:asciiTheme="minorHAnsi" w:hAnsiTheme="minorHAnsi" w:cstheme="minorHAnsi"/>
              </w:rPr>
            </w:pPr>
          </w:p>
          <w:p w14:paraId="07BC34FE" w14:textId="77777777" w:rsidR="008C60DD" w:rsidRPr="001F4612" w:rsidRDefault="008C60DD" w:rsidP="008C60DD">
            <w:pPr>
              <w:rPr>
                <w:rFonts w:asciiTheme="minorHAnsi" w:hAnsiTheme="minorHAnsi" w:cstheme="minorHAnsi"/>
              </w:rPr>
            </w:pPr>
            <w:r w:rsidRPr="001F4612">
              <w:rPr>
                <w:rFonts w:asciiTheme="minorHAnsi" w:hAnsiTheme="minorHAnsi" w:cstheme="minorHAnsi"/>
              </w:rPr>
              <w:t>Falling tools/work items</w:t>
            </w:r>
          </w:p>
        </w:tc>
        <w:tc>
          <w:tcPr>
            <w:tcW w:w="426" w:type="dxa"/>
            <w:vAlign w:val="center"/>
          </w:tcPr>
          <w:p w14:paraId="5A499BFC" w14:textId="77777777" w:rsidR="008C60DD" w:rsidRPr="001F4612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F4612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54F1F6BA" w14:textId="77777777" w:rsidR="008C60DD" w:rsidRPr="001F4612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F4612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619311CA" w14:textId="77777777" w:rsidR="008C60DD" w:rsidRPr="001F4612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F4612"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3400" w:type="dxa"/>
          </w:tcPr>
          <w:p w14:paraId="621E5284" w14:textId="77777777" w:rsidR="008C60DD" w:rsidRPr="001F4612" w:rsidRDefault="008C60DD" w:rsidP="008C60DD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F4612">
              <w:rPr>
                <w:rFonts w:asciiTheme="minorHAnsi" w:hAnsiTheme="minorHAnsi" w:cstheme="minorHAnsi"/>
                <w:sz w:val="20"/>
                <w:szCs w:val="20"/>
              </w:rPr>
              <w:t>Where members of public can be injured by falling materials, suitable and sufficient protection will be provided, i.e. netting fans, brick guards etc.</w:t>
            </w:r>
          </w:p>
          <w:p w14:paraId="40506D84" w14:textId="77777777" w:rsidR="008C60DD" w:rsidRPr="001F4612" w:rsidRDefault="008C60DD" w:rsidP="008C60DD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F4612">
              <w:rPr>
                <w:rFonts w:asciiTheme="minorHAnsi" w:hAnsiTheme="minorHAnsi" w:cstheme="minorHAnsi"/>
                <w:sz w:val="20"/>
                <w:szCs w:val="20"/>
              </w:rPr>
              <w:t>Materials will not be allowed to accumulate on platform.</w:t>
            </w:r>
          </w:p>
        </w:tc>
        <w:tc>
          <w:tcPr>
            <w:tcW w:w="3117" w:type="dxa"/>
          </w:tcPr>
          <w:p w14:paraId="68863971" w14:textId="77777777" w:rsidR="008C60DD" w:rsidRPr="008C60DD" w:rsidRDefault="008C60DD" w:rsidP="008C60DD">
            <w:pPr>
              <w:pStyle w:val="NoSpacing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8C60DD">
              <w:rPr>
                <w:rFonts w:asciiTheme="minorHAnsi" w:hAnsiTheme="minorHAnsi" w:cstheme="minorHAnsi"/>
              </w:rPr>
              <w:t>Tool belts will be provided to all staff and used at all times</w:t>
            </w:r>
          </w:p>
          <w:p w14:paraId="005691C0" w14:textId="77777777" w:rsidR="008C60DD" w:rsidRPr="008C60DD" w:rsidRDefault="008C60DD" w:rsidP="008C60DD">
            <w:pPr>
              <w:pStyle w:val="NoSpacing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8C60DD">
              <w:rPr>
                <w:rFonts w:asciiTheme="minorHAnsi" w:hAnsiTheme="minorHAnsi" w:cstheme="minorHAnsi"/>
              </w:rPr>
              <w:t>Appropriate PPE to be worn at all times</w:t>
            </w:r>
          </w:p>
          <w:p w14:paraId="1422233B" w14:textId="77777777" w:rsidR="008C60DD" w:rsidRPr="001F4612" w:rsidRDefault="008C60DD" w:rsidP="008C60DD">
            <w:pPr>
              <w:pStyle w:val="NoSpacing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8C60DD">
              <w:rPr>
                <w:rFonts w:asciiTheme="minorHAnsi" w:hAnsiTheme="minorHAnsi" w:cstheme="minorHAnsi"/>
              </w:rPr>
              <w:t>Where there is a risk of materials falling safety helmets will be worn</w:t>
            </w:r>
          </w:p>
        </w:tc>
        <w:tc>
          <w:tcPr>
            <w:tcW w:w="425" w:type="dxa"/>
            <w:vAlign w:val="center"/>
          </w:tcPr>
          <w:p w14:paraId="7CAE55EA" w14:textId="77777777" w:rsidR="008C60DD" w:rsidRPr="001F4612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F4612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14:paraId="4722E527" w14:textId="77777777" w:rsidR="008C60DD" w:rsidRPr="001F4612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F4612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682" w:type="dxa"/>
            <w:vAlign w:val="center"/>
          </w:tcPr>
          <w:p w14:paraId="20BDF1D8" w14:textId="77777777" w:rsidR="008C60DD" w:rsidRPr="001F4612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F4612">
              <w:rPr>
                <w:rFonts w:asciiTheme="minorHAnsi" w:hAnsiTheme="minorHAnsi" w:cstheme="minorHAnsi"/>
                <w:b/>
              </w:rPr>
              <w:t>8</w:t>
            </w:r>
          </w:p>
        </w:tc>
      </w:tr>
    </w:tbl>
    <w:p w14:paraId="6E7829CB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C458C3" w:rsidRPr="00307A0C" w14:paraId="4993410A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12E842CA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7357048A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6C561512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3D7345F4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0A4F8992" w14:textId="77777777" w:rsidR="00C458C3" w:rsidRPr="00307A0C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285D570B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1FE112E5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189EA320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18E4C47D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1B52BC4A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500E244B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C458C3" w:rsidRPr="00307A0C" w14:paraId="3968E36A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3132F6C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0B31D11D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11300E7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7BA6D4C5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4A3D93F5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37620ABA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47424A8D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5532D9EA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1ADEC5EB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6F5B8F07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268AE46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8C60DD" w:rsidRPr="00C458C3" w14:paraId="5F81B82F" w14:textId="77777777" w:rsidTr="00D86014">
        <w:trPr>
          <w:cantSplit/>
          <w:jc w:val="center"/>
        </w:trPr>
        <w:tc>
          <w:tcPr>
            <w:tcW w:w="1982" w:type="dxa"/>
            <w:vMerge w:val="restart"/>
          </w:tcPr>
          <w:p w14:paraId="07E9227E" w14:textId="03899E8B" w:rsidR="008C60DD" w:rsidRPr="00C458C3" w:rsidRDefault="00FB6E49" w:rsidP="008C60DD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C60D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USE OF MOBILE SCAFFOLD TOWERS CONTINUED.</w:t>
            </w:r>
          </w:p>
        </w:tc>
        <w:tc>
          <w:tcPr>
            <w:tcW w:w="1991" w:type="dxa"/>
          </w:tcPr>
          <w:p w14:paraId="15DCEC1B" w14:textId="77777777" w:rsidR="008C60DD" w:rsidRPr="00672A37" w:rsidRDefault="008C60DD" w:rsidP="008C60DD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2A37">
              <w:rPr>
                <w:rFonts w:asciiTheme="minorHAnsi" w:hAnsiTheme="minorHAnsi" w:cstheme="minorHAnsi"/>
                <w:b/>
                <w:sz w:val="20"/>
                <w:szCs w:val="20"/>
              </w:rPr>
              <w:t>Overloading</w:t>
            </w:r>
          </w:p>
        </w:tc>
        <w:tc>
          <w:tcPr>
            <w:tcW w:w="1558" w:type="dxa"/>
          </w:tcPr>
          <w:p w14:paraId="575A815A" w14:textId="77777777" w:rsidR="008C60DD" w:rsidRPr="001F4612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1F4612">
              <w:rPr>
                <w:rFonts w:asciiTheme="minorHAnsi" w:hAnsiTheme="minorHAnsi" w:cstheme="minorHAnsi"/>
                <w:b/>
              </w:rPr>
              <w:t>Site staff</w:t>
            </w:r>
          </w:p>
          <w:p w14:paraId="462146B7" w14:textId="77777777" w:rsidR="008C60DD" w:rsidRPr="00C458C3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Falling from scaffold platform</w:t>
            </w:r>
          </w:p>
        </w:tc>
        <w:tc>
          <w:tcPr>
            <w:tcW w:w="426" w:type="dxa"/>
            <w:vAlign w:val="center"/>
          </w:tcPr>
          <w:p w14:paraId="05A2BF56" w14:textId="77777777" w:rsidR="008C60DD" w:rsidRPr="00C458C3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4F930C73" w14:textId="77777777" w:rsidR="008C60DD" w:rsidRPr="00C458C3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14:paraId="5751792F" w14:textId="77777777" w:rsidR="008C60DD" w:rsidRPr="00C458C3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3400" w:type="dxa"/>
          </w:tcPr>
          <w:p w14:paraId="6BA2DF02" w14:textId="77777777" w:rsidR="008C60DD" w:rsidRPr="00C250B0" w:rsidRDefault="008C60DD" w:rsidP="008C60DD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250B0">
              <w:rPr>
                <w:rFonts w:asciiTheme="minorHAnsi" w:hAnsiTheme="minorHAnsi" w:cstheme="minorHAnsi"/>
                <w:sz w:val="20"/>
                <w:szCs w:val="20"/>
              </w:rPr>
              <w:t>Site induction to include the safe use of mobile tower scaffolds for all contractors and sub-contractors at the site</w:t>
            </w:r>
          </w:p>
          <w:p w14:paraId="62522EE2" w14:textId="77777777" w:rsidR="008C60DD" w:rsidRPr="00C458C3" w:rsidRDefault="008C60DD" w:rsidP="008C60DD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05DD8852" w14:textId="77777777" w:rsidR="008C60DD" w:rsidRDefault="008C60DD" w:rsidP="008C60DD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>Regular safety checks by site supervisor</w:t>
            </w:r>
          </w:p>
          <w:p w14:paraId="1EC35AB4" w14:textId="77777777" w:rsidR="008C60DD" w:rsidRPr="00C458C3" w:rsidRDefault="008C60DD" w:rsidP="008C60DD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Only trained and competent persons permitted to work from the tower scaffold</w:t>
            </w:r>
          </w:p>
        </w:tc>
        <w:tc>
          <w:tcPr>
            <w:tcW w:w="425" w:type="dxa"/>
            <w:vAlign w:val="center"/>
          </w:tcPr>
          <w:p w14:paraId="477B659C" w14:textId="77777777" w:rsidR="008C60DD" w:rsidRPr="00C458C3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63F5F0AE" w14:textId="77777777" w:rsidR="008C60DD" w:rsidRPr="00C458C3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682" w:type="dxa"/>
            <w:vAlign w:val="center"/>
          </w:tcPr>
          <w:p w14:paraId="6D1F2956" w14:textId="77777777" w:rsidR="008C60DD" w:rsidRPr="00C458C3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8C60DD" w:rsidRPr="00C458C3" w14:paraId="564AA5EA" w14:textId="77777777" w:rsidTr="00D86014">
        <w:trPr>
          <w:cantSplit/>
          <w:jc w:val="center"/>
        </w:trPr>
        <w:tc>
          <w:tcPr>
            <w:tcW w:w="1982" w:type="dxa"/>
            <w:vMerge/>
            <w:shd w:val="clear" w:color="auto" w:fill="auto"/>
          </w:tcPr>
          <w:p w14:paraId="0E83CB4E" w14:textId="77777777" w:rsidR="008C60DD" w:rsidRPr="00FB19A6" w:rsidRDefault="008C60DD" w:rsidP="008C60D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</w:tcPr>
          <w:p w14:paraId="711B15D9" w14:textId="77777777" w:rsidR="008C60DD" w:rsidRPr="00672A37" w:rsidRDefault="008C60DD" w:rsidP="008C60DD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2A37">
              <w:rPr>
                <w:rFonts w:asciiTheme="minorHAnsi" w:hAnsiTheme="minorHAnsi" w:cstheme="minorHAnsi"/>
                <w:b/>
                <w:sz w:val="20"/>
                <w:szCs w:val="20"/>
              </w:rPr>
              <w:t>Moving the scaffold Tower</w:t>
            </w:r>
          </w:p>
          <w:p w14:paraId="37220D9C" w14:textId="77777777" w:rsidR="008C60DD" w:rsidRPr="00672A37" w:rsidRDefault="008C60DD" w:rsidP="008C60DD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2A37">
              <w:rPr>
                <w:rFonts w:asciiTheme="minorHAnsi" w:hAnsiTheme="minorHAnsi" w:cstheme="minorHAnsi"/>
                <w:b/>
                <w:sz w:val="20"/>
                <w:szCs w:val="20"/>
              </w:rPr>
              <w:t>Manual handling</w:t>
            </w:r>
          </w:p>
          <w:p w14:paraId="3070E32E" w14:textId="77777777" w:rsidR="008C60DD" w:rsidRPr="00672A37" w:rsidRDefault="008C60DD" w:rsidP="008C60DD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72A37">
              <w:rPr>
                <w:rFonts w:asciiTheme="minorHAnsi" w:hAnsiTheme="minorHAnsi" w:cstheme="minorHAnsi"/>
                <w:b/>
                <w:sz w:val="20"/>
                <w:szCs w:val="20"/>
              </w:rPr>
              <w:t>Overhead electricity services</w:t>
            </w:r>
          </w:p>
          <w:p w14:paraId="75C81674" w14:textId="77777777" w:rsidR="008C60DD" w:rsidRPr="00672A37" w:rsidRDefault="008C60DD" w:rsidP="008C60DD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8124991" w14:textId="77777777" w:rsidR="008C60DD" w:rsidRPr="00672A37" w:rsidRDefault="008C60DD" w:rsidP="008C60DD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8" w:type="dxa"/>
          </w:tcPr>
          <w:p w14:paraId="109D0909" w14:textId="77777777" w:rsidR="008C60DD" w:rsidRPr="00C250B0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C250B0">
              <w:rPr>
                <w:rFonts w:asciiTheme="minorHAnsi" w:hAnsiTheme="minorHAnsi" w:cstheme="minorHAnsi"/>
                <w:b/>
              </w:rPr>
              <w:t>All site staff</w:t>
            </w:r>
          </w:p>
          <w:p w14:paraId="73704B13" w14:textId="77777777" w:rsidR="008C60DD" w:rsidRPr="00C250B0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C250B0">
              <w:rPr>
                <w:rFonts w:asciiTheme="minorHAnsi" w:hAnsiTheme="minorHAnsi" w:cstheme="minorHAnsi"/>
                <w:b/>
              </w:rPr>
              <w:t>Other contractors</w:t>
            </w:r>
          </w:p>
          <w:p w14:paraId="35FD0992" w14:textId="77777777" w:rsidR="008C60DD" w:rsidRPr="00C250B0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C250B0">
              <w:rPr>
                <w:rFonts w:asciiTheme="minorHAnsi" w:hAnsiTheme="minorHAnsi" w:cstheme="minorHAnsi"/>
                <w:b/>
              </w:rPr>
              <w:t>General public</w:t>
            </w:r>
          </w:p>
          <w:p w14:paraId="4764EEA5" w14:textId="77777777" w:rsidR="008C60DD" w:rsidRDefault="008C60DD" w:rsidP="008C60DD">
            <w:pPr>
              <w:rPr>
                <w:rFonts w:asciiTheme="minorHAnsi" w:hAnsiTheme="minorHAnsi" w:cstheme="minorHAnsi"/>
                <w:b/>
              </w:rPr>
            </w:pPr>
          </w:p>
          <w:p w14:paraId="06240A29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 w:rsidRPr="00C458C3">
              <w:rPr>
                <w:rFonts w:asciiTheme="minorHAnsi" w:hAnsiTheme="minorHAnsi" w:cstheme="minorHAnsi"/>
              </w:rPr>
              <w:t>Overturning</w:t>
            </w:r>
          </w:p>
          <w:p w14:paraId="2FA66EAF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Manual handling injury</w:t>
            </w:r>
          </w:p>
          <w:p w14:paraId="1EF0F45C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>Arcing or contact with overhead power lines</w:t>
            </w:r>
          </w:p>
          <w:p w14:paraId="1CDB3D86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 injury</w:t>
            </w:r>
          </w:p>
          <w:p w14:paraId="21D3F7D4" w14:textId="77777777" w:rsidR="008C60DD" w:rsidRPr="00C458C3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electrocution</w:t>
            </w:r>
          </w:p>
        </w:tc>
        <w:tc>
          <w:tcPr>
            <w:tcW w:w="426" w:type="dxa"/>
            <w:vAlign w:val="center"/>
          </w:tcPr>
          <w:p w14:paraId="5BD731B1" w14:textId="77777777" w:rsidR="008C60DD" w:rsidRPr="00C458C3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699A3D8C" w14:textId="77777777" w:rsidR="008C60DD" w:rsidRPr="00C458C3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5D38136D" w14:textId="77777777" w:rsidR="008C60DD" w:rsidRPr="00C458C3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400" w:type="dxa"/>
          </w:tcPr>
          <w:p w14:paraId="4B4E2832" w14:textId="43AEDEB1" w:rsidR="008C60DD" w:rsidRPr="00B87DEF" w:rsidRDefault="008C60DD" w:rsidP="008C60DD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 xml:space="preserve">When mobile scaffold towers are being </w:t>
            </w:r>
            <w:r w:rsidR="00575D9A" w:rsidRPr="00C250B0">
              <w:rPr>
                <w:rFonts w:asciiTheme="minorHAnsi" w:hAnsiTheme="minorHAnsi" w:cstheme="minorHAnsi"/>
              </w:rPr>
              <w:t>moved,</w:t>
            </w:r>
            <w:r w:rsidRPr="00C250B0">
              <w:rPr>
                <w:rFonts w:asciiTheme="minorHAnsi" w:hAnsiTheme="minorHAnsi" w:cstheme="minorHAnsi"/>
              </w:rPr>
              <w:t xml:space="preserve"> they will be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87DEF">
              <w:rPr>
                <w:rFonts w:asciiTheme="minorHAnsi" w:hAnsiTheme="minorHAnsi" w:cstheme="minorHAnsi"/>
              </w:rPr>
              <w:t xml:space="preserve">pushed from the base. </w:t>
            </w:r>
          </w:p>
          <w:p w14:paraId="1068D9B6" w14:textId="77777777" w:rsidR="008C60DD" w:rsidRPr="00C250B0" w:rsidRDefault="008C60DD" w:rsidP="008C60DD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>No persons will be permitted to</w:t>
            </w:r>
          </w:p>
          <w:p w14:paraId="2174E2E7" w14:textId="77777777" w:rsidR="008C60DD" w:rsidRDefault="008C60DD" w:rsidP="008C60DD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>ride on the platform whilst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250B0">
              <w:rPr>
                <w:rFonts w:asciiTheme="minorHAnsi" w:hAnsiTheme="minorHAnsi" w:cstheme="minorHAnsi"/>
              </w:rPr>
              <w:t>being moved.</w:t>
            </w:r>
          </w:p>
          <w:p w14:paraId="1C316BD9" w14:textId="77777777" w:rsidR="008C60DD" w:rsidRDefault="008C60DD" w:rsidP="008C60DD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 site operatives must complete manual handling training</w:t>
            </w:r>
          </w:p>
          <w:p w14:paraId="2F031297" w14:textId="77777777" w:rsidR="008C60DD" w:rsidRDefault="008C60DD" w:rsidP="008C60DD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Annual work at height training must be completed by all staff </w:t>
            </w:r>
          </w:p>
          <w:p w14:paraId="23ECEB85" w14:textId="3181BCDD" w:rsidR="008C60DD" w:rsidRDefault="008C60DD" w:rsidP="008C60DD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Regular </w:t>
            </w:r>
            <w:r w:rsidR="00575D9A">
              <w:rPr>
                <w:rFonts w:asciiTheme="minorHAnsi" w:hAnsiTheme="minorHAnsi" w:cstheme="minorHAnsi"/>
              </w:rPr>
              <w:t>toolbox</w:t>
            </w:r>
            <w:r>
              <w:rPr>
                <w:rFonts w:asciiTheme="minorHAnsi" w:hAnsiTheme="minorHAnsi" w:cstheme="minorHAnsi"/>
              </w:rPr>
              <w:t xml:space="preserve"> talks to be completed with all site staff on manual handling and work at height</w:t>
            </w:r>
          </w:p>
          <w:p w14:paraId="53141DCA" w14:textId="77777777" w:rsidR="008C60DD" w:rsidRPr="00C250B0" w:rsidRDefault="008C60DD" w:rsidP="008C60DD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Ensure a safe system of work is in place and understood</w:t>
            </w:r>
          </w:p>
          <w:p w14:paraId="45C7AB5E" w14:textId="77777777" w:rsidR="008C60DD" w:rsidRPr="00C458C3" w:rsidRDefault="008C60DD" w:rsidP="008C60DD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18061EF3" w14:textId="77777777" w:rsidR="008C60DD" w:rsidRPr="00C250B0" w:rsidRDefault="008C60DD" w:rsidP="008C60DD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>Find out the routes of all overhead power lines and</w:t>
            </w:r>
          </w:p>
          <w:p w14:paraId="3DDE1609" w14:textId="77777777" w:rsidR="008C60DD" w:rsidRPr="00C250B0" w:rsidRDefault="008C60DD" w:rsidP="008C60DD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>underground cables on the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250B0">
              <w:rPr>
                <w:rFonts w:asciiTheme="minorHAnsi" w:hAnsiTheme="minorHAnsi" w:cstheme="minorHAnsi"/>
              </w:rPr>
              <w:t>site or boundaries.</w:t>
            </w:r>
          </w:p>
          <w:p w14:paraId="0C00353C" w14:textId="77777777" w:rsidR="008C60DD" w:rsidRPr="00C250B0" w:rsidRDefault="008C60DD" w:rsidP="008C60DD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>Mark them on a site map.</w:t>
            </w:r>
          </w:p>
          <w:p w14:paraId="7F06E9BA" w14:textId="77777777" w:rsidR="008C60DD" w:rsidRPr="007770CC" w:rsidRDefault="008C60DD" w:rsidP="008C60DD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>Arrange access points to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0CC">
              <w:rPr>
                <w:rFonts w:asciiTheme="minorHAnsi" w:hAnsiTheme="minorHAnsi" w:cstheme="minorHAnsi"/>
              </w:rPr>
              <w:t>the site to avoid crossing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0CC">
              <w:rPr>
                <w:rFonts w:asciiTheme="minorHAnsi" w:hAnsiTheme="minorHAnsi" w:cstheme="minorHAnsi"/>
              </w:rPr>
              <w:t>under or close to overhead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0CC">
              <w:rPr>
                <w:rFonts w:asciiTheme="minorHAnsi" w:hAnsiTheme="minorHAnsi" w:cstheme="minorHAnsi"/>
              </w:rPr>
              <w:t>power lines.</w:t>
            </w:r>
          </w:p>
          <w:p w14:paraId="474187D8" w14:textId="77777777" w:rsidR="008C60DD" w:rsidRPr="00B87DEF" w:rsidRDefault="008C60DD" w:rsidP="008C60DD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>Identify the maximum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87DEF">
              <w:rPr>
                <w:rFonts w:asciiTheme="minorHAnsi" w:hAnsiTheme="minorHAnsi" w:cstheme="minorHAnsi"/>
              </w:rPr>
              <w:t>height and maximum vertical reach of machines and those used by contractors.</w:t>
            </w:r>
          </w:p>
          <w:p w14:paraId="38054C4D" w14:textId="77777777" w:rsidR="008C60DD" w:rsidRDefault="008C60DD" w:rsidP="008C60DD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>Erect warning notices and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0CC">
              <w:rPr>
                <w:rFonts w:asciiTheme="minorHAnsi" w:hAnsiTheme="minorHAnsi" w:cstheme="minorHAnsi"/>
              </w:rPr>
              <w:t>goal posts to provide 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0CC">
              <w:rPr>
                <w:rFonts w:asciiTheme="minorHAnsi" w:hAnsiTheme="minorHAnsi" w:cstheme="minorHAnsi"/>
              </w:rPr>
              <w:t>visual and physical warning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0CC">
              <w:rPr>
                <w:rFonts w:asciiTheme="minorHAnsi" w:hAnsiTheme="minorHAnsi" w:cstheme="minorHAnsi"/>
              </w:rPr>
              <w:t>where regular crossing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0CC">
              <w:rPr>
                <w:rFonts w:asciiTheme="minorHAnsi" w:hAnsiTheme="minorHAnsi" w:cstheme="minorHAnsi"/>
              </w:rPr>
              <w:t>under overhead power lines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0CC">
              <w:rPr>
                <w:rFonts w:asciiTheme="minorHAnsi" w:hAnsiTheme="minorHAnsi" w:cstheme="minorHAnsi"/>
              </w:rPr>
              <w:t>is unavoidable, for example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0CC">
              <w:rPr>
                <w:rFonts w:asciiTheme="minorHAnsi" w:hAnsiTheme="minorHAnsi" w:cstheme="minorHAnsi"/>
              </w:rPr>
              <w:t>the site access road.</w:t>
            </w:r>
          </w:p>
          <w:p w14:paraId="3E4CEFDA" w14:textId="77777777" w:rsidR="008C60DD" w:rsidRPr="00C458C3" w:rsidRDefault="008C60DD" w:rsidP="008C60DD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289A5BC8" w14:textId="77777777" w:rsidR="008C60DD" w:rsidRPr="00C458C3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44BFDC7A" w14:textId="77777777" w:rsidR="008C60DD" w:rsidRPr="00C458C3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682" w:type="dxa"/>
            <w:vAlign w:val="center"/>
          </w:tcPr>
          <w:p w14:paraId="0F79FF7A" w14:textId="77777777" w:rsidR="008C60DD" w:rsidRPr="00C458C3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</w:tr>
      <w:tr w:rsidR="008C60DD" w:rsidRPr="00C458C3" w14:paraId="5BB77B58" w14:textId="77777777" w:rsidTr="00D86014">
        <w:trPr>
          <w:cantSplit/>
          <w:jc w:val="center"/>
        </w:trPr>
        <w:tc>
          <w:tcPr>
            <w:tcW w:w="1982" w:type="dxa"/>
            <w:vMerge/>
            <w:shd w:val="clear" w:color="auto" w:fill="auto"/>
          </w:tcPr>
          <w:p w14:paraId="08CBDD80" w14:textId="77777777" w:rsidR="008C60DD" w:rsidRPr="009A14C4" w:rsidRDefault="008C60DD" w:rsidP="008C60D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</w:tcPr>
          <w:p w14:paraId="0FFD22A9" w14:textId="77777777" w:rsidR="008C60DD" w:rsidRPr="00672A37" w:rsidRDefault="008C60DD" w:rsidP="008C60DD">
            <w:pPr>
              <w:rPr>
                <w:rFonts w:asciiTheme="minorHAnsi" w:hAnsiTheme="minorHAnsi" w:cstheme="minorHAnsi"/>
              </w:rPr>
            </w:pPr>
            <w:r w:rsidRPr="00672A37">
              <w:rPr>
                <w:rStyle w:val="Strong"/>
                <w:rFonts w:asciiTheme="minorHAnsi" w:hAnsiTheme="minorHAnsi" w:cstheme="minorHAnsi"/>
              </w:rPr>
              <w:t>Inclement weather</w:t>
            </w:r>
          </w:p>
        </w:tc>
        <w:tc>
          <w:tcPr>
            <w:tcW w:w="1558" w:type="dxa"/>
          </w:tcPr>
          <w:p w14:paraId="7D2778D8" w14:textId="77777777" w:rsidR="008C60DD" w:rsidRPr="00357427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357427">
              <w:rPr>
                <w:rFonts w:asciiTheme="minorHAnsi" w:hAnsiTheme="minorHAnsi" w:cstheme="minorHAnsi"/>
                <w:b/>
              </w:rPr>
              <w:t>Site staff</w:t>
            </w:r>
          </w:p>
          <w:p w14:paraId="6E53F34C" w14:textId="77777777" w:rsidR="008C60DD" w:rsidRPr="00357427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357427">
              <w:rPr>
                <w:rFonts w:asciiTheme="minorHAnsi" w:hAnsiTheme="minorHAnsi" w:cstheme="minorHAnsi"/>
                <w:b/>
              </w:rPr>
              <w:t>Other contractors</w:t>
            </w:r>
          </w:p>
          <w:p w14:paraId="25A99C21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Slips</w:t>
            </w:r>
          </w:p>
          <w:p w14:paraId="76D758A7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Trips</w:t>
            </w:r>
          </w:p>
          <w:p w14:paraId="3E71077D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Falls</w:t>
            </w:r>
          </w:p>
          <w:p w14:paraId="113913F7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personal injury</w:t>
            </w:r>
          </w:p>
        </w:tc>
        <w:tc>
          <w:tcPr>
            <w:tcW w:w="426" w:type="dxa"/>
            <w:vAlign w:val="center"/>
          </w:tcPr>
          <w:p w14:paraId="55BF9E21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3322490E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45597B99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3400" w:type="dxa"/>
          </w:tcPr>
          <w:p w14:paraId="14E76A6F" w14:textId="77777777" w:rsidR="008C60DD" w:rsidRDefault="008C60DD" w:rsidP="008C60D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F76026">
              <w:rPr>
                <w:rFonts w:asciiTheme="minorHAnsi" w:hAnsiTheme="minorHAnsi" w:cstheme="minorHAnsi"/>
                <w:sz w:val="20"/>
                <w:szCs w:val="20"/>
              </w:rPr>
              <w:t xml:space="preserve">igh winds can tilt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scaffold towers</w:t>
            </w:r>
            <w:r w:rsidRPr="00F76026">
              <w:rPr>
                <w:rFonts w:asciiTheme="minorHAnsi" w:hAnsiTheme="minorHAnsi" w:cstheme="minorHAnsi"/>
                <w:sz w:val="20"/>
                <w:szCs w:val="20"/>
              </w:rPr>
              <w:t xml:space="preserve"> and make them unstable. </w:t>
            </w:r>
          </w:p>
          <w:p w14:paraId="0CEAF39A" w14:textId="77777777" w:rsidR="008C60DD" w:rsidRDefault="008C60DD" w:rsidP="008C60D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76026">
              <w:rPr>
                <w:rFonts w:asciiTheme="minorHAnsi" w:hAnsiTheme="minorHAnsi" w:cstheme="minorHAnsi"/>
                <w:sz w:val="20"/>
                <w:szCs w:val="20"/>
              </w:rPr>
              <w:t xml:space="preserve">Set a maximum safe wind speed for operation. </w:t>
            </w:r>
          </w:p>
          <w:p w14:paraId="2C90152B" w14:textId="77777777" w:rsidR="008C60DD" w:rsidRDefault="008C60DD" w:rsidP="008C60D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76026">
              <w:rPr>
                <w:rFonts w:asciiTheme="minorHAnsi" w:hAnsiTheme="minorHAnsi" w:cstheme="minorHAnsi"/>
                <w:sz w:val="20"/>
                <w:szCs w:val="20"/>
              </w:rPr>
              <w:t xml:space="preserve">Storms and snowfalls can also damage platforms. </w:t>
            </w:r>
          </w:p>
          <w:p w14:paraId="2E88CB45" w14:textId="77777777" w:rsidR="008C60DD" w:rsidRPr="00F76026" w:rsidRDefault="008C60DD" w:rsidP="008C60DD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76026">
              <w:rPr>
                <w:rFonts w:asciiTheme="minorHAnsi" w:hAnsiTheme="minorHAnsi" w:cstheme="minorHAnsi"/>
                <w:sz w:val="20"/>
                <w:szCs w:val="20"/>
              </w:rPr>
              <w:t>Inspect the platform before use after severe weather.</w:t>
            </w:r>
          </w:p>
        </w:tc>
        <w:tc>
          <w:tcPr>
            <w:tcW w:w="3117" w:type="dxa"/>
          </w:tcPr>
          <w:p w14:paraId="50EAD5D4" w14:textId="77777777" w:rsidR="008C60DD" w:rsidRDefault="008C60DD" w:rsidP="008C60DD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Weather forecast to be checked during the works on a regular basis</w:t>
            </w:r>
          </w:p>
          <w:p w14:paraId="5C1A15F5" w14:textId="77777777" w:rsidR="008C60DD" w:rsidRDefault="008C60DD" w:rsidP="008C60DD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Appropriate personal protective equipment must be worn during periods of inclement weather</w:t>
            </w:r>
          </w:p>
        </w:tc>
        <w:tc>
          <w:tcPr>
            <w:tcW w:w="425" w:type="dxa"/>
            <w:vAlign w:val="center"/>
          </w:tcPr>
          <w:p w14:paraId="6FC94014" w14:textId="77777777" w:rsidR="008C60DD" w:rsidRPr="00307A0C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16AC2492" w14:textId="77777777" w:rsidR="008C60DD" w:rsidRPr="00307A0C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682" w:type="dxa"/>
            <w:vAlign w:val="center"/>
          </w:tcPr>
          <w:p w14:paraId="6503BEB1" w14:textId="77777777" w:rsidR="008C60DD" w:rsidRPr="00307A0C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</w:tr>
    </w:tbl>
    <w:p w14:paraId="2903C027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0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552"/>
      </w:tblGrid>
      <w:tr w:rsidR="00745448" w:rsidRPr="00307A0C" w14:paraId="1B519C33" w14:textId="77777777" w:rsidTr="00DE1948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0FEF6233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6D9703AF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55754383" w14:textId="77777777" w:rsidR="00745448" w:rsidRPr="00FB19A6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0EABEB02" w14:textId="77777777" w:rsidR="00745448" w:rsidRPr="00FB19A6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74636D36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2561A761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2E5F0A55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0F1C2D68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4706B00B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669C77DA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403" w:type="dxa"/>
            <w:gridSpan w:val="3"/>
            <w:shd w:val="clear" w:color="auto" w:fill="B2A1C7" w:themeFill="accent4" w:themeFillTint="99"/>
          </w:tcPr>
          <w:p w14:paraId="1BAEC894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745448" w:rsidRPr="00307A0C" w14:paraId="0BB4523F" w14:textId="77777777" w:rsidTr="00DE1948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24E2207A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1204BAE5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5A829D1C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5FD224AB" w14:textId="77777777" w:rsidR="00745448" w:rsidRPr="00307A0C" w:rsidRDefault="00745448" w:rsidP="00DE194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1BD5AABC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6F03B660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7C787709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347B7F58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00D11C2E" w14:textId="77777777" w:rsidR="00745448" w:rsidRPr="00307A0C" w:rsidRDefault="00745448" w:rsidP="00DE194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7132AF94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52" w:type="dxa"/>
            <w:shd w:val="clear" w:color="auto" w:fill="B2A1C7" w:themeFill="accent4" w:themeFillTint="99"/>
          </w:tcPr>
          <w:p w14:paraId="4086BAAD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8C60DD" w:rsidRPr="00D86014" w14:paraId="32BF2391" w14:textId="77777777" w:rsidTr="00D17FE1">
        <w:trPr>
          <w:cantSplit/>
          <w:jc w:val="center"/>
        </w:trPr>
        <w:tc>
          <w:tcPr>
            <w:tcW w:w="1982" w:type="dxa"/>
          </w:tcPr>
          <w:p w14:paraId="1FC3F4BC" w14:textId="307119E9" w:rsidR="008C60DD" w:rsidRPr="00C458C3" w:rsidRDefault="00FB6E49" w:rsidP="008C60DD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458C3">
              <w:rPr>
                <w:rFonts w:asciiTheme="minorHAnsi" w:hAnsiTheme="minorHAnsi" w:cstheme="minorHAnsi"/>
                <w:b/>
                <w:sz w:val="20"/>
                <w:szCs w:val="20"/>
              </w:rPr>
              <w:t>USE OF MOBILE SCAFFOLD TOWERS CONTINUED.</w:t>
            </w:r>
          </w:p>
        </w:tc>
        <w:tc>
          <w:tcPr>
            <w:tcW w:w="1991" w:type="dxa"/>
          </w:tcPr>
          <w:p w14:paraId="3B908C77" w14:textId="77777777" w:rsidR="008C60DD" w:rsidRPr="00672A37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672A37">
              <w:rPr>
                <w:rFonts w:asciiTheme="minorHAnsi" w:hAnsiTheme="minorHAnsi" w:cstheme="minorHAnsi"/>
                <w:b/>
              </w:rPr>
              <w:t>Ground conditions</w:t>
            </w:r>
          </w:p>
          <w:p w14:paraId="3369859A" w14:textId="77777777" w:rsidR="008C60DD" w:rsidRPr="00672A37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672A37">
              <w:rPr>
                <w:rFonts w:asciiTheme="minorHAnsi" w:hAnsiTheme="minorHAnsi" w:cstheme="minorHAnsi"/>
                <w:b/>
              </w:rPr>
              <w:t>Uneven ground conditions</w:t>
            </w:r>
          </w:p>
        </w:tc>
        <w:tc>
          <w:tcPr>
            <w:tcW w:w="1558" w:type="dxa"/>
          </w:tcPr>
          <w:p w14:paraId="72372CA6" w14:textId="77777777" w:rsidR="008C60DD" w:rsidRPr="00F76026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F76026">
              <w:rPr>
                <w:rFonts w:asciiTheme="minorHAnsi" w:hAnsiTheme="minorHAnsi" w:cstheme="minorHAnsi"/>
                <w:b/>
              </w:rPr>
              <w:t>Site operatives</w:t>
            </w:r>
          </w:p>
          <w:p w14:paraId="49B8D5FD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</w:p>
          <w:p w14:paraId="52F62426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Soft ground</w:t>
            </w:r>
          </w:p>
          <w:p w14:paraId="47D5AC75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Equipment sinking</w:t>
            </w:r>
          </w:p>
          <w:p w14:paraId="6B45D87F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Overturning of equipment</w:t>
            </w:r>
          </w:p>
          <w:p w14:paraId="718F71BA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 w:rsidRPr="00F76026">
              <w:rPr>
                <w:rFonts w:asciiTheme="minorHAnsi" w:hAnsiTheme="minorHAnsi" w:cstheme="minorHAnsi"/>
              </w:rPr>
              <w:t>Entrapment</w:t>
            </w:r>
          </w:p>
          <w:p w14:paraId="270AD47F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personal injury</w:t>
            </w:r>
          </w:p>
          <w:p w14:paraId="6586E393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02D57DA2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534173A9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10FF0300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3400" w:type="dxa"/>
          </w:tcPr>
          <w:p w14:paraId="2222D0FF" w14:textId="77777777" w:rsidR="008C60DD" w:rsidRPr="00F76026" w:rsidRDefault="008C60DD" w:rsidP="008C60DD">
            <w:pPr>
              <w:pStyle w:val="ListParagraph"/>
              <w:numPr>
                <w:ilvl w:val="0"/>
                <w:numId w:val="9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F76026">
              <w:rPr>
                <w:rFonts w:asciiTheme="minorHAnsi" w:hAnsiTheme="minorHAnsi" w:cstheme="minorHAnsi"/>
                <w:sz w:val="20"/>
                <w:szCs w:val="20"/>
              </w:rPr>
              <w:t xml:space="preserve">The platform should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only </w:t>
            </w:r>
            <w:r w:rsidRPr="00F76026">
              <w:rPr>
                <w:rFonts w:asciiTheme="minorHAnsi" w:hAnsiTheme="minorHAnsi" w:cstheme="minorHAnsi"/>
                <w:sz w:val="20"/>
                <w:szCs w:val="20"/>
              </w:rPr>
              <w:t>be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used on firm and level ground.</w:t>
            </w:r>
          </w:p>
          <w:p w14:paraId="2CB890BE" w14:textId="77777777" w:rsidR="008C60DD" w:rsidRPr="00F76026" w:rsidRDefault="008C60DD" w:rsidP="008C60DD">
            <w:pPr>
              <w:pStyle w:val="ListParagraph"/>
              <w:numPr>
                <w:ilvl w:val="0"/>
                <w:numId w:val="9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F76026">
              <w:rPr>
                <w:rFonts w:asciiTheme="minorHAnsi" w:hAnsiTheme="minorHAnsi" w:cstheme="minorHAnsi"/>
                <w:sz w:val="20"/>
                <w:szCs w:val="20"/>
              </w:rPr>
              <w:t>Any temporary covers should be strong enough to withstand the applied pressure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of the equipment</w:t>
            </w:r>
          </w:p>
        </w:tc>
        <w:tc>
          <w:tcPr>
            <w:tcW w:w="3117" w:type="dxa"/>
          </w:tcPr>
          <w:p w14:paraId="3F959527" w14:textId="77777777" w:rsidR="008C60DD" w:rsidRDefault="008C60DD" w:rsidP="008C60DD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Check conditions before the start of any works</w:t>
            </w:r>
          </w:p>
          <w:p w14:paraId="6887C19F" w14:textId="77777777" w:rsidR="008C60DD" w:rsidRDefault="008C60DD" w:rsidP="008C60DD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Regular checks to be made on the ground conditions and the MEWP during the life of the project.</w:t>
            </w:r>
          </w:p>
          <w:p w14:paraId="3B1BE367" w14:textId="77777777" w:rsidR="008C60DD" w:rsidRDefault="008C60DD" w:rsidP="008C60DD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MEWP to be checked daily before the start or works to check for changes and or movement of the equipment</w:t>
            </w:r>
          </w:p>
        </w:tc>
        <w:tc>
          <w:tcPr>
            <w:tcW w:w="425" w:type="dxa"/>
            <w:vAlign w:val="center"/>
          </w:tcPr>
          <w:p w14:paraId="37EFBCD0" w14:textId="77777777" w:rsidR="008C60DD" w:rsidRPr="00307A0C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032B3B9A" w14:textId="77777777" w:rsidR="008C60DD" w:rsidRPr="00307A0C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552" w:type="dxa"/>
            <w:vAlign w:val="center"/>
          </w:tcPr>
          <w:p w14:paraId="2C9A33BA" w14:textId="77777777" w:rsidR="008C60DD" w:rsidRPr="00307A0C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8C60DD" w:rsidRPr="00D86014" w14:paraId="6B316525" w14:textId="77777777" w:rsidTr="00D52615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69C4369C" w14:textId="4D08668A" w:rsidR="008C60DD" w:rsidRPr="002A0E52" w:rsidRDefault="00FB6E49" w:rsidP="008C60D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UNAUTHORISED ACCESS TO </w:t>
            </w:r>
            <w:r w:rsidRPr="002A0E52">
              <w:rPr>
                <w:rFonts w:asciiTheme="minorHAnsi" w:hAnsiTheme="minorHAnsi" w:cstheme="minorHAnsi"/>
                <w:b/>
              </w:rPr>
              <w:t xml:space="preserve">MOBILE </w:t>
            </w:r>
            <w:r>
              <w:rPr>
                <w:rFonts w:asciiTheme="minorHAnsi" w:hAnsiTheme="minorHAnsi" w:cstheme="minorHAnsi"/>
                <w:b/>
              </w:rPr>
              <w:t>SCAFFOLD TOWERS</w:t>
            </w:r>
          </w:p>
        </w:tc>
        <w:tc>
          <w:tcPr>
            <w:tcW w:w="1991" w:type="dxa"/>
          </w:tcPr>
          <w:p w14:paraId="276FDCB5" w14:textId="77777777" w:rsidR="008C60DD" w:rsidRPr="00672A37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672A37">
              <w:rPr>
                <w:rFonts w:asciiTheme="minorHAnsi" w:hAnsiTheme="minorHAnsi" w:cstheme="minorHAnsi"/>
                <w:b/>
              </w:rPr>
              <w:t>Unauthorised Access or use after working hrs</w:t>
            </w:r>
          </w:p>
          <w:p w14:paraId="0972E406" w14:textId="77777777" w:rsidR="008C60DD" w:rsidRPr="00672A37" w:rsidRDefault="008C60DD" w:rsidP="008C60D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</w:tcPr>
          <w:p w14:paraId="17A26C9C" w14:textId="77777777" w:rsidR="008C60DD" w:rsidRPr="00120B07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120B07">
              <w:rPr>
                <w:rFonts w:asciiTheme="minorHAnsi" w:hAnsiTheme="minorHAnsi" w:cstheme="minorHAnsi"/>
                <w:b/>
              </w:rPr>
              <w:t>General public</w:t>
            </w:r>
          </w:p>
          <w:p w14:paraId="4D2D5983" w14:textId="77777777" w:rsidR="008C60DD" w:rsidRPr="00120B07" w:rsidRDefault="008C60DD" w:rsidP="008C60DD">
            <w:pPr>
              <w:rPr>
                <w:rFonts w:asciiTheme="minorHAnsi" w:hAnsiTheme="minorHAnsi" w:cstheme="minorHAnsi"/>
                <w:b/>
              </w:rPr>
            </w:pPr>
            <w:r w:rsidRPr="00120B07">
              <w:rPr>
                <w:rFonts w:asciiTheme="minorHAnsi" w:hAnsiTheme="minorHAnsi" w:cstheme="minorHAnsi"/>
                <w:b/>
              </w:rPr>
              <w:t>Children</w:t>
            </w:r>
          </w:p>
          <w:p w14:paraId="5FCFE34F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</w:p>
          <w:p w14:paraId="45503D0B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Fall from scaffold tower</w:t>
            </w:r>
          </w:p>
          <w:p w14:paraId="3242A5B0" w14:textId="77777777" w:rsidR="008C60DD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personal injury</w:t>
            </w:r>
          </w:p>
          <w:p w14:paraId="41DB30D9" w14:textId="77777777" w:rsidR="008C60DD" w:rsidRPr="00120B07" w:rsidRDefault="008C60DD" w:rsidP="008C60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Death</w:t>
            </w:r>
          </w:p>
        </w:tc>
        <w:tc>
          <w:tcPr>
            <w:tcW w:w="426" w:type="dxa"/>
            <w:vAlign w:val="center"/>
          </w:tcPr>
          <w:p w14:paraId="10EDBB7E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0B3E8F44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7A0AE9E8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400" w:type="dxa"/>
          </w:tcPr>
          <w:p w14:paraId="0FBC710E" w14:textId="34FE96AC" w:rsidR="008C60DD" w:rsidRDefault="008C60DD" w:rsidP="008C60D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Scaffold tower must be</w:t>
            </w:r>
            <w:r w:rsidRPr="00120B07">
              <w:rPr>
                <w:rFonts w:asciiTheme="minorHAnsi" w:hAnsiTheme="minorHAnsi" w:cstheme="minorHAnsi"/>
                <w:sz w:val="20"/>
                <w:szCs w:val="20"/>
              </w:rPr>
              <w:t xml:space="preserve"> boarded/closed off or removed to </w:t>
            </w:r>
            <w:r w:rsidR="00575D9A" w:rsidRPr="00120B07">
              <w:rPr>
                <w:rFonts w:asciiTheme="minorHAnsi" w:hAnsiTheme="minorHAnsi" w:cstheme="minorHAnsi"/>
                <w:sz w:val="20"/>
                <w:szCs w:val="20"/>
              </w:rPr>
              <w:t>prevent unauthorised</w:t>
            </w:r>
            <w:r w:rsidRPr="00120B07">
              <w:rPr>
                <w:rFonts w:asciiTheme="minorHAnsi" w:hAnsiTheme="minorHAnsi" w:cstheme="minorHAnsi"/>
                <w:sz w:val="20"/>
                <w:szCs w:val="20"/>
              </w:rPr>
              <w:t xml:space="preserve"> access after working hrs</w:t>
            </w:r>
          </w:p>
          <w:p w14:paraId="4B49DEA8" w14:textId="77777777" w:rsidR="008C60DD" w:rsidRDefault="008C60DD" w:rsidP="008C60D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Appropriate site safety signage to be displayed.</w:t>
            </w:r>
          </w:p>
          <w:p w14:paraId="6BEFB230" w14:textId="77777777" w:rsidR="008C60DD" w:rsidRPr="00120B07" w:rsidRDefault="008C60DD" w:rsidP="008C60D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Site security to be checks to ensure access cannot be gained by members of the general public and children</w:t>
            </w:r>
          </w:p>
          <w:p w14:paraId="6593CF80" w14:textId="77777777" w:rsidR="008C60DD" w:rsidRDefault="008C60DD" w:rsidP="008C60DD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7" w:type="dxa"/>
          </w:tcPr>
          <w:p w14:paraId="728C4946" w14:textId="77777777" w:rsidR="008C60DD" w:rsidRPr="00120B07" w:rsidRDefault="008C60DD" w:rsidP="008C60DD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20B0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Ladders will not be erected off tower scaffolds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MEPWs </w:t>
            </w:r>
            <w:r w:rsidRPr="00120B07">
              <w:rPr>
                <w:rFonts w:asciiTheme="minorHAnsi" w:eastAsia="Times New Roman" w:hAnsiTheme="minorHAnsi" w:cstheme="minorHAnsi"/>
                <w:sz w:val="20"/>
                <w:szCs w:val="20"/>
              </w:rPr>
              <w:t>or trestles.</w:t>
            </w:r>
          </w:p>
          <w:p w14:paraId="0AE3F23A" w14:textId="2EB405A1" w:rsidR="008C60DD" w:rsidRPr="00CA76EE" w:rsidRDefault="008C60DD" w:rsidP="008C60DD">
            <w:pPr>
              <w:pStyle w:val="NoSpacing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Regular checks to be completed at the end of the day to ensure </w:t>
            </w:r>
            <w:r w:rsidR="00575D9A">
              <w:rPr>
                <w:rFonts w:asciiTheme="minorHAnsi" w:hAnsiTheme="minorHAnsi" w:cstheme="minorHAnsi"/>
              </w:rPr>
              <w:t>access to</w:t>
            </w:r>
            <w:r>
              <w:rPr>
                <w:rFonts w:asciiTheme="minorHAnsi" w:hAnsiTheme="minorHAnsi" w:cstheme="minorHAnsi"/>
              </w:rPr>
              <w:t xml:space="preserve"> scaffold tower is closed off</w:t>
            </w:r>
          </w:p>
        </w:tc>
        <w:tc>
          <w:tcPr>
            <w:tcW w:w="425" w:type="dxa"/>
            <w:vAlign w:val="center"/>
          </w:tcPr>
          <w:p w14:paraId="65D04ED8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036DA205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552" w:type="dxa"/>
            <w:vAlign w:val="center"/>
          </w:tcPr>
          <w:p w14:paraId="1FED3C5C" w14:textId="77777777" w:rsidR="008C60DD" w:rsidRPr="00C250B0" w:rsidRDefault="008C60DD" w:rsidP="008C60D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</w:tr>
    </w:tbl>
    <w:p w14:paraId="61022078" w14:textId="77777777" w:rsidR="00745448" w:rsidRDefault="00745448" w:rsidP="00BF02FC">
      <w:pPr>
        <w:rPr>
          <w:rFonts w:ascii="Verdana" w:hAnsi="Verdana" w:cs="Arial"/>
          <w:b/>
          <w:bCs/>
        </w:rPr>
      </w:pPr>
    </w:p>
    <w:p w14:paraId="29A48851" w14:textId="77777777" w:rsidR="0059074B" w:rsidRDefault="0059074B" w:rsidP="00BF02FC">
      <w:pPr>
        <w:rPr>
          <w:rFonts w:ascii="Verdana" w:hAnsi="Verdana" w:cs="Arial"/>
          <w:b/>
          <w:bCs/>
        </w:rPr>
      </w:pPr>
    </w:p>
    <w:p w14:paraId="280E5468" w14:textId="77777777" w:rsidR="00632DD1" w:rsidRDefault="009643D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48C8F079" w14:textId="77777777" w:rsidR="007934F3" w:rsidRDefault="007934F3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FBE31DD" w14:textId="77777777" w:rsidR="007934F3" w:rsidRDefault="007934F3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1E8BD84F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5F60D30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B64D701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66994935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219A5C3C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39D12571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27962A02" w14:textId="77777777" w:rsidR="008C60DD" w:rsidRDefault="008C60DD" w:rsidP="008C60D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6D64CEB" w14:textId="77777777" w:rsidR="007770CC" w:rsidRPr="007770CC" w:rsidRDefault="007770CC" w:rsidP="008C60D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70CC">
        <w:rPr>
          <w:rFonts w:asciiTheme="minorHAnsi" w:hAnsiTheme="minorHAnsi" w:cstheme="minorHAnsi"/>
          <w:b/>
          <w:bCs/>
          <w:sz w:val="22"/>
          <w:szCs w:val="22"/>
        </w:rPr>
        <w:t>PPE Required</w:t>
      </w:r>
    </w:p>
    <w:p w14:paraId="2651A412" w14:textId="77777777" w:rsidR="007770CC" w:rsidRDefault="007770CC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7770CC">
        <w:rPr>
          <w:rFonts w:asciiTheme="minorHAnsi" w:hAnsiTheme="minorHAnsi" w:cstheme="minorHAnsi"/>
          <w:b/>
          <w:bCs/>
          <w:sz w:val="16"/>
          <w:szCs w:val="16"/>
        </w:rPr>
        <w:t>(Please tick all that apply</w:t>
      </w:r>
      <w:r w:rsidR="00745448">
        <w:rPr>
          <w:rFonts w:asciiTheme="minorHAnsi" w:hAnsiTheme="minorHAnsi" w:cstheme="minorHAnsi"/>
          <w:b/>
          <w:bCs/>
          <w:sz w:val="16"/>
          <w:szCs w:val="16"/>
        </w:rPr>
        <w:t>)</w:t>
      </w:r>
    </w:p>
    <w:p w14:paraId="25101212" w14:textId="77777777" w:rsidR="00745448" w:rsidRPr="007770CC" w:rsidRDefault="00745448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567"/>
        <w:gridCol w:w="567"/>
        <w:gridCol w:w="567"/>
        <w:gridCol w:w="567"/>
        <w:gridCol w:w="2127"/>
        <w:gridCol w:w="1984"/>
        <w:gridCol w:w="1985"/>
        <w:gridCol w:w="1984"/>
        <w:gridCol w:w="1706"/>
      </w:tblGrid>
      <w:tr w:rsidR="00745448" w:rsidRPr="00651EF5" w14:paraId="434FBAA6" w14:textId="77777777" w:rsidTr="00632DD1">
        <w:trPr>
          <w:trHeight w:val="1266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7491F39C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37BA634" wp14:editId="59A3CF83">
                  <wp:extent cx="57912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1E3B94EB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C5CBE63" wp14:editId="0D00C817">
                  <wp:extent cx="579120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6ECCCEEA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208D206" wp14:editId="576E2ECF">
                  <wp:extent cx="621665" cy="822960"/>
                  <wp:effectExtent l="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422AD527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9069424" wp14:editId="4C6DF3DB">
                  <wp:extent cx="633730" cy="82296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0040139C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130FD0A" wp14:editId="3F68325D">
                  <wp:extent cx="658495" cy="822960"/>
                  <wp:effectExtent l="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353D045D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B60E970" wp14:editId="6FE82462">
                  <wp:extent cx="664210" cy="822960"/>
                  <wp:effectExtent l="0" t="0" r="254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00DD4293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7C8B45F" wp14:editId="29BC623A">
                  <wp:extent cx="652145" cy="8229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0F3D7CF4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64B84374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HELMET</w:t>
            </w:r>
          </w:p>
          <w:p w14:paraId="0C009395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0D2A77D3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HIGH VISIBILITY VEST</w:t>
            </w:r>
          </w:p>
          <w:p w14:paraId="31439213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0847B421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BOOTS</w:t>
            </w:r>
          </w:p>
          <w:p w14:paraId="41D60591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4AA072A0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GLOVES</w:t>
            </w:r>
          </w:p>
          <w:p w14:paraId="085A53FF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C551862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EYE PROTECTION</w:t>
            </w:r>
          </w:p>
          <w:p w14:paraId="37952AAA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70928509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EAR PROTECTION</w:t>
            </w:r>
          </w:p>
          <w:p w14:paraId="40069CD6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58BB8D3D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OVERALLS</w:t>
            </w:r>
          </w:p>
          <w:p w14:paraId="2E2652A6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</w:tr>
      <w:tr w:rsidR="00745448" w:rsidRPr="00651EF5" w14:paraId="3988252E" w14:textId="77777777" w:rsidTr="001603FD">
        <w:trPr>
          <w:jc w:val="center"/>
        </w:trPr>
        <w:tc>
          <w:tcPr>
            <w:tcW w:w="2263" w:type="dxa"/>
            <w:shd w:val="clear" w:color="auto" w:fill="92D050"/>
          </w:tcPr>
          <w:p w14:paraId="44EF5D87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  <w:p w14:paraId="2DE3E96C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92D050"/>
          </w:tcPr>
          <w:p w14:paraId="1B7EA4DC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92D050"/>
          </w:tcPr>
          <w:p w14:paraId="6487507B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92D050"/>
          </w:tcPr>
          <w:p w14:paraId="3627603E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1FA3F109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6F6296D2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6" w:type="dxa"/>
            <w:shd w:val="clear" w:color="auto" w:fill="auto"/>
          </w:tcPr>
          <w:p w14:paraId="3440EB1A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5448" w:rsidRPr="00651EF5" w14:paraId="15F6FDBD" w14:textId="77777777" w:rsidTr="00F619C9">
        <w:trPr>
          <w:trHeight w:val="1338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37071C4B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87E7B52" wp14:editId="774DA033">
                  <wp:extent cx="603250" cy="817245"/>
                  <wp:effectExtent l="0" t="0" r="6350" b="190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26D54722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807B331" wp14:editId="5A7269F1">
                  <wp:extent cx="658495" cy="817245"/>
                  <wp:effectExtent l="0" t="0" r="8255" b="190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5F16ADAE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257283A" wp14:editId="14AF2592">
                  <wp:extent cx="640080" cy="817245"/>
                  <wp:effectExtent l="0" t="0" r="7620" b="190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411CD3F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E41061E" wp14:editId="3F946997">
                  <wp:extent cx="633730" cy="810895"/>
                  <wp:effectExtent l="0" t="0" r="0" b="825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39FBA5FB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BA3A4A4" wp14:editId="0FEFF8CE">
                  <wp:extent cx="621665" cy="810895"/>
                  <wp:effectExtent l="0" t="0" r="6985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61B5B97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428A66B" wp14:editId="26851776">
                  <wp:extent cx="633730" cy="814999"/>
                  <wp:effectExtent l="0" t="0" r="0" b="444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35"/>
                          <a:stretch/>
                        </pic:blipFill>
                        <pic:spPr bwMode="auto">
                          <a:xfrm>
                            <a:off x="0" y="0"/>
                            <a:ext cx="633730" cy="814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62955551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AE1D35F" wp14:editId="2476C49F">
                  <wp:extent cx="640080" cy="810895"/>
                  <wp:effectExtent l="0" t="0" r="7620" b="825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6B8EE0DE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3F70F20F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LABORATORY COATS</w:t>
            </w:r>
          </w:p>
          <w:p w14:paraId="6B02FE57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6CE44816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WELDING MASK</w:t>
            </w:r>
          </w:p>
          <w:p w14:paraId="0CAE7732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1C1F6EBE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VISORS</w:t>
            </w:r>
          </w:p>
          <w:p w14:paraId="7CE81DA0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6FC58293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HAIR NETS</w:t>
            </w:r>
          </w:p>
          <w:p w14:paraId="072F408F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ACC6ADE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ESCAPE ROUTES</w:t>
            </w:r>
          </w:p>
          <w:p w14:paraId="4F2C93F9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KEPT CLEAR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7C35A2AD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SAFETY HARNESSES </w:t>
            </w:r>
          </w:p>
          <w:p w14:paraId="30AEC447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3BACB454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NO MOBILE PHONES</w:t>
            </w:r>
          </w:p>
        </w:tc>
      </w:tr>
      <w:tr w:rsidR="00745448" w:rsidRPr="00651EF5" w14:paraId="5E2DF4CB" w14:textId="77777777" w:rsidTr="001603FD">
        <w:trPr>
          <w:jc w:val="center"/>
        </w:trPr>
        <w:tc>
          <w:tcPr>
            <w:tcW w:w="2263" w:type="dxa"/>
            <w:shd w:val="clear" w:color="auto" w:fill="auto"/>
          </w:tcPr>
          <w:p w14:paraId="63558322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62948B23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77AAAB1B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69733280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036556E8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61C3C62A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92D050"/>
          </w:tcPr>
          <w:p w14:paraId="2E9628D4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51A91240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  <w:tr w:rsidR="00745448" w:rsidRPr="00651EF5" w14:paraId="66E182A7" w14:textId="77777777" w:rsidTr="00F619C9">
        <w:trPr>
          <w:trHeight w:val="1181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2414FDE5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1F5B823" wp14:editId="5AA5EF5B">
                  <wp:extent cx="652145" cy="786765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545CEE1E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ADC4B54" wp14:editId="6042A41D">
                  <wp:extent cx="652145" cy="786765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0C27CA05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79EDB20" wp14:editId="24495EBA">
                  <wp:extent cx="652145" cy="817245"/>
                  <wp:effectExtent l="0" t="0" r="0" b="190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6D7DE27A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DC3C20A" wp14:editId="49F7C383">
                  <wp:extent cx="652145" cy="82296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11665929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114562D" wp14:editId="443AD12B">
                  <wp:extent cx="621665" cy="822960"/>
                  <wp:effectExtent l="0" t="0" r="698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E7730AB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F7729C7" wp14:editId="398A71E3">
                  <wp:extent cx="658495" cy="822960"/>
                  <wp:effectExtent l="0" t="0" r="825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</w:tcPr>
          <w:p w14:paraId="5D92E17E" w14:textId="77777777" w:rsidR="00745448" w:rsidRPr="00651EF5" w:rsidRDefault="00632DD1" w:rsidP="00632DD1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26DA5D6" wp14:editId="03F8E38A">
                  <wp:extent cx="621089" cy="82193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438"/>
                          <a:stretch/>
                        </pic:blipFill>
                        <pic:spPr bwMode="auto">
                          <a:xfrm>
                            <a:off x="0" y="0"/>
                            <a:ext cx="624609" cy="82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0C4FDC57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745E1F60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REPIRATORS</w:t>
            </w:r>
          </w:p>
          <w:p w14:paraId="59E6967E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7E2839E9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HAVE YOU BEEN</w:t>
            </w:r>
          </w:p>
          <w:p w14:paraId="68428D30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FACE FIT TESTED?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5C2F59DB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PEDESTRIAN MUST</w:t>
            </w:r>
          </w:p>
          <w:p w14:paraId="1F970439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USE THIS ROUTE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7F89B421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OVERALLS</w:t>
            </w:r>
          </w:p>
          <w:p w14:paraId="60D04362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0B5E7EF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FOOTWEAR</w:t>
            </w:r>
          </w:p>
          <w:p w14:paraId="4D8F93CA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 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18258FAA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OPAQUE SAFETY GLASSES</w:t>
            </w:r>
          </w:p>
          <w:p w14:paraId="74053A15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079222DB" w14:textId="77777777" w:rsidR="00745448" w:rsidRPr="00632DD1" w:rsidRDefault="00632DD1" w:rsidP="00DE1948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632DD1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DRIVERS MUST REPORT TO SITE OFFICE</w:t>
            </w:r>
          </w:p>
        </w:tc>
      </w:tr>
      <w:tr w:rsidR="001603FD" w:rsidRPr="00651EF5" w14:paraId="744925E5" w14:textId="77777777" w:rsidTr="001603FD">
        <w:trPr>
          <w:jc w:val="center"/>
        </w:trPr>
        <w:tc>
          <w:tcPr>
            <w:tcW w:w="2263" w:type="dxa"/>
            <w:shd w:val="clear" w:color="auto" w:fill="auto"/>
          </w:tcPr>
          <w:p w14:paraId="6EC4B298" w14:textId="77777777" w:rsidR="001603FD" w:rsidRPr="00651EF5" w:rsidRDefault="001603FD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0B046BE1" w14:textId="77777777" w:rsidR="001603FD" w:rsidRPr="00651EF5" w:rsidRDefault="001603FD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14:paraId="43AB578D" w14:textId="77777777" w:rsidR="001603FD" w:rsidRPr="001603FD" w:rsidRDefault="001603FD" w:rsidP="00DE1948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1603FD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567" w:type="dxa"/>
            <w:shd w:val="clear" w:color="auto" w:fill="auto"/>
          </w:tcPr>
          <w:p w14:paraId="1F4A9AA2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14:paraId="0C1B0D99" w14:textId="77777777" w:rsidR="001603FD" w:rsidRPr="001603FD" w:rsidRDefault="001603FD" w:rsidP="00DE1948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1603FD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Nio</w:t>
            </w:r>
          </w:p>
        </w:tc>
        <w:tc>
          <w:tcPr>
            <w:tcW w:w="567" w:type="dxa"/>
            <w:shd w:val="clear" w:color="auto" w:fill="auto"/>
          </w:tcPr>
          <w:p w14:paraId="04E56AC5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703DC647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0CEC9346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6ADA931C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5E4A793A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92D050"/>
          </w:tcPr>
          <w:p w14:paraId="6A19A12D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</w:tbl>
    <w:p w14:paraId="353FA745" w14:textId="77777777" w:rsidR="00180839" w:rsidRPr="007770CC" w:rsidRDefault="00180839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600DD41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u w:val="single"/>
        </w:rPr>
      </w:pPr>
      <w:r w:rsidRPr="007770CC">
        <w:rPr>
          <w:rFonts w:asciiTheme="minorHAnsi" w:hAnsiTheme="minorHAnsi" w:cstheme="minorHAnsi"/>
          <w:b/>
          <w:bCs/>
          <w:u w:val="single"/>
        </w:rPr>
        <w:t>Notes</w:t>
      </w:r>
    </w:p>
    <w:p w14:paraId="4A34E2A0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For risk assessments requiring project specific amendment - the Risk Assessment shall be reviewed weekly to ensure, it remains current as the project progresses.</w:t>
      </w:r>
    </w:p>
    <w:p w14:paraId="69E6F00F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All employees to attend site induction/sign-in prior to commencing work on site.</w:t>
      </w:r>
    </w:p>
    <w:p w14:paraId="5B946AC8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First Aid facilities to be provided by Client/Principal Contractor</w:t>
      </w:r>
    </w:p>
    <w:p w14:paraId="67D153BE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Welfare facilities to be provided by Client/Principal Contractor</w:t>
      </w:r>
    </w:p>
    <w:p w14:paraId="64869F1A" w14:textId="77777777" w:rsidR="007770CC" w:rsidRPr="007770CC" w:rsidRDefault="007770CC" w:rsidP="007770CC">
      <w:pPr>
        <w:rPr>
          <w:rFonts w:ascii="Verdana" w:hAnsi="Verdana" w:cs="Arial"/>
          <w:b/>
          <w:bCs/>
          <w:u w:val="single"/>
        </w:rPr>
      </w:pPr>
    </w:p>
    <w:p w14:paraId="1B9284AF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EF8F80D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050F9B2" w14:textId="77777777" w:rsidR="00745448" w:rsidRDefault="00745448" w:rsidP="0059074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D87D585" w14:textId="77777777" w:rsidR="00774127" w:rsidRPr="000C5559" w:rsidRDefault="00BF02FC" w:rsidP="0059074B">
      <w:pPr>
        <w:rPr>
          <w:rFonts w:asciiTheme="minorHAnsi" w:hAnsiTheme="minorHAnsi" w:cstheme="minorHAnsi"/>
          <w:bCs/>
        </w:rPr>
      </w:pPr>
      <w:r w:rsidRPr="000C5559">
        <w:rPr>
          <w:rFonts w:asciiTheme="minorHAnsi" w:hAnsiTheme="minorHAnsi" w:cstheme="minorHAnsi"/>
          <w:b/>
          <w:bCs/>
          <w:u w:val="single"/>
        </w:rPr>
        <w:t>Risk Assessment Matrix</w:t>
      </w:r>
    </w:p>
    <w:p w14:paraId="2F16F71B" w14:textId="77777777" w:rsidR="00BF02FC" w:rsidRPr="000C5559" w:rsidRDefault="00BF02FC" w:rsidP="0059074B">
      <w:pPr>
        <w:rPr>
          <w:rFonts w:asciiTheme="minorHAnsi" w:hAnsiTheme="minorHAnsi" w:cstheme="minorHAnsi"/>
          <w:b/>
          <w:bCs/>
        </w:rPr>
      </w:pPr>
      <w:r w:rsidRPr="000C5559">
        <w:rPr>
          <w:rFonts w:asciiTheme="minorHAnsi" w:hAnsiTheme="minorHAnsi" w:cstheme="minorHAnsi"/>
          <w:b/>
          <w:bCs/>
        </w:rPr>
        <w:t>Multiply scores to arrive at risk rating</w:t>
      </w:r>
      <w:r w:rsidR="00A21C7A" w:rsidRPr="000C5559">
        <w:rPr>
          <w:rFonts w:asciiTheme="minorHAnsi" w:hAnsiTheme="minorHAnsi" w:cstheme="minorHAnsi"/>
          <w:b/>
          <w:bCs/>
        </w:rPr>
        <w:t xml:space="preserve"> (RR)</w:t>
      </w:r>
    </w:p>
    <w:p w14:paraId="1F128B98" w14:textId="77777777" w:rsidR="00BF02FC" w:rsidRPr="000C5559" w:rsidRDefault="00BF02FC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848"/>
        <w:gridCol w:w="1031"/>
        <w:gridCol w:w="1031"/>
        <w:gridCol w:w="1031"/>
        <w:gridCol w:w="1031"/>
        <w:gridCol w:w="1031"/>
        <w:gridCol w:w="1031"/>
      </w:tblGrid>
      <w:tr w:rsidR="00BF02FC" w:rsidRPr="000C5559" w14:paraId="2E2925FA" w14:textId="77777777" w:rsidTr="007F77F6">
        <w:trPr>
          <w:trHeight w:val="349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25821652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9F01F0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86" w:type="dxa"/>
            <w:gridSpan w:val="6"/>
            <w:tcBorders>
              <w:left w:val="single" w:sz="4" w:space="0" w:color="auto"/>
            </w:tcBorders>
            <w:shd w:val="clear" w:color="auto" w:fill="E0E0E0"/>
          </w:tcPr>
          <w:p w14:paraId="111A05D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Probability</w:t>
            </w:r>
          </w:p>
          <w:p w14:paraId="2E5FD989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02FC" w:rsidRPr="000C5559" w14:paraId="1CD80D77" w14:textId="77777777" w:rsidTr="007F77F6">
        <w:trPr>
          <w:cantSplit/>
          <w:trHeight w:val="1459"/>
        </w:trPr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A2AD0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C5A2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60B9FB5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Remote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6FAC402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Unlikely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3D3E7816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Possible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2091CB65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1434AEA5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Very 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441CB852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Certain</w:t>
            </w:r>
          </w:p>
        </w:tc>
      </w:tr>
      <w:tr w:rsidR="00BF02FC" w:rsidRPr="000C5559" w14:paraId="01F4E645" w14:textId="77777777" w:rsidTr="007F77F6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E0E0E0"/>
            <w:textDirection w:val="btLr"/>
          </w:tcPr>
          <w:p w14:paraId="27894262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1782C" w:rsidRPr="000C5559">
              <w:rPr>
                <w:rFonts w:asciiTheme="minorHAnsi" w:hAnsiTheme="minorHAnsi" w:cstheme="minorHAnsi"/>
                <w:b/>
                <w:bCs/>
              </w:rPr>
              <w:t>Outcome</w:t>
            </w:r>
          </w:p>
        </w:tc>
        <w:tc>
          <w:tcPr>
            <w:tcW w:w="2848" w:type="dxa"/>
            <w:tcBorders>
              <w:top w:val="single" w:sz="4" w:space="0" w:color="auto"/>
            </w:tcBorders>
            <w:shd w:val="clear" w:color="auto" w:fill="auto"/>
          </w:tcPr>
          <w:p w14:paraId="57C46D4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No Injury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25A07E0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190EBDF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659A58C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6D4D0FB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4061445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6E8680B5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3904A32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0CCA4AD0" w14:textId="77777777" w:rsidTr="007F77F6">
        <w:tc>
          <w:tcPr>
            <w:tcW w:w="614" w:type="dxa"/>
            <w:vMerge/>
            <w:shd w:val="clear" w:color="auto" w:fill="E0E0E0"/>
          </w:tcPr>
          <w:p w14:paraId="2B328E4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4D890FE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Minor Injury</w:t>
            </w:r>
          </w:p>
        </w:tc>
        <w:tc>
          <w:tcPr>
            <w:tcW w:w="1031" w:type="dxa"/>
            <w:shd w:val="clear" w:color="auto" w:fill="E0E0E0"/>
          </w:tcPr>
          <w:p w14:paraId="1E335CF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33835AD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5140800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327DA1C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18B34EF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31E8479F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371070F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6084A1B1" w14:textId="77777777" w:rsidTr="007F77F6">
        <w:tc>
          <w:tcPr>
            <w:tcW w:w="614" w:type="dxa"/>
            <w:vMerge/>
            <w:shd w:val="clear" w:color="auto" w:fill="E0E0E0"/>
          </w:tcPr>
          <w:p w14:paraId="47A4BEF1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163DF1E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First Aid Injury</w:t>
            </w:r>
          </w:p>
        </w:tc>
        <w:tc>
          <w:tcPr>
            <w:tcW w:w="1031" w:type="dxa"/>
            <w:shd w:val="clear" w:color="auto" w:fill="E0E0E0"/>
          </w:tcPr>
          <w:p w14:paraId="6176EAC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2A1A0B1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44295F8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0242B1E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53AEFDE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7B4F2F61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27D9906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</w:tr>
      <w:tr w:rsidR="004B66ED" w:rsidRPr="000C5559" w14:paraId="4EF2FFCA" w14:textId="77777777" w:rsidTr="007F77F6">
        <w:tc>
          <w:tcPr>
            <w:tcW w:w="614" w:type="dxa"/>
            <w:vMerge/>
            <w:shd w:val="clear" w:color="auto" w:fill="E0E0E0"/>
          </w:tcPr>
          <w:p w14:paraId="5B3BF5F1" w14:textId="77777777" w:rsidR="004B66ED" w:rsidRPr="000C5559" w:rsidRDefault="004B66ED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2656F4F2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Reportable Injury</w:t>
            </w:r>
          </w:p>
          <w:p w14:paraId="70FFABF2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(7 Day)</w:t>
            </w:r>
          </w:p>
        </w:tc>
        <w:tc>
          <w:tcPr>
            <w:tcW w:w="1031" w:type="dxa"/>
            <w:shd w:val="clear" w:color="auto" w:fill="E0E0E0"/>
          </w:tcPr>
          <w:p w14:paraId="1B74606C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5AA3CC4D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58E1813C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5E27BDC7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35A8531C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  <w:p w14:paraId="15892E85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0000"/>
          </w:tcPr>
          <w:p w14:paraId="4ACA5385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</w:tr>
      <w:tr w:rsidR="00BF02FC" w:rsidRPr="000C5559" w14:paraId="6D91899B" w14:textId="77777777" w:rsidTr="007F77F6">
        <w:tc>
          <w:tcPr>
            <w:tcW w:w="614" w:type="dxa"/>
            <w:vMerge/>
            <w:shd w:val="clear" w:color="auto" w:fill="E0E0E0"/>
          </w:tcPr>
          <w:p w14:paraId="5B4BC67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050AAF0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Major Injury</w:t>
            </w:r>
          </w:p>
        </w:tc>
        <w:tc>
          <w:tcPr>
            <w:tcW w:w="1031" w:type="dxa"/>
            <w:shd w:val="clear" w:color="auto" w:fill="E0E0E0"/>
          </w:tcPr>
          <w:p w14:paraId="05E8B46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00FF00"/>
          </w:tcPr>
          <w:p w14:paraId="4B5D6A4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FF6600"/>
          </w:tcPr>
          <w:p w14:paraId="59C2C24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1FA3857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  <w:tc>
          <w:tcPr>
            <w:tcW w:w="1031" w:type="dxa"/>
            <w:shd w:val="clear" w:color="auto" w:fill="FF0000"/>
          </w:tcPr>
          <w:p w14:paraId="5F43189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16</w:t>
            </w:r>
          </w:p>
          <w:p w14:paraId="2C1433B3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1E102CC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</w:tr>
      <w:tr w:rsidR="00BF02FC" w:rsidRPr="000C5559" w14:paraId="1168DA04" w14:textId="77777777" w:rsidTr="007F77F6">
        <w:tc>
          <w:tcPr>
            <w:tcW w:w="614" w:type="dxa"/>
            <w:vMerge/>
            <w:shd w:val="clear" w:color="auto" w:fill="E0E0E0"/>
          </w:tcPr>
          <w:p w14:paraId="0358E092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03ABEBD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Fatality/Disability</w:t>
            </w:r>
          </w:p>
        </w:tc>
        <w:tc>
          <w:tcPr>
            <w:tcW w:w="1031" w:type="dxa"/>
            <w:shd w:val="clear" w:color="auto" w:fill="E0E0E0"/>
          </w:tcPr>
          <w:p w14:paraId="7582CCA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00FF00"/>
          </w:tcPr>
          <w:p w14:paraId="35F1013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FF6600"/>
          </w:tcPr>
          <w:p w14:paraId="79C7CAB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1031" w:type="dxa"/>
            <w:shd w:val="clear" w:color="auto" w:fill="FF0000"/>
          </w:tcPr>
          <w:p w14:paraId="00B9538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1031" w:type="dxa"/>
            <w:shd w:val="clear" w:color="auto" w:fill="FF0000"/>
          </w:tcPr>
          <w:p w14:paraId="60C65BF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  <w:p w14:paraId="34C2676D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21067FF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</w:tr>
    </w:tbl>
    <w:p w14:paraId="7E807B67" w14:textId="77777777" w:rsidR="00BD0BF9" w:rsidRPr="000C5559" w:rsidRDefault="00BD0BF9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769"/>
        <w:gridCol w:w="1614"/>
        <w:gridCol w:w="11686"/>
      </w:tblGrid>
      <w:tr w:rsidR="00BF02FC" w:rsidRPr="000C5559" w14:paraId="74F85D98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220B283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Low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21127AF5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 – 6</w:t>
            </w:r>
          </w:p>
        </w:tc>
        <w:tc>
          <w:tcPr>
            <w:tcW w:w="1620" w:type="dxa"/>
            <w:shd w:val="clear" w:color="auto" w:fill="auto"/>
          </w:tcPr>
          <w:p w14:paraId="5D03CC9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Monitor </w:t>
            </w:r>
          </w:p>
          <w:p w14:paraId="75CC908C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43D246F1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>Tolerable risk. No additional controls required. Employees made aware of safe/correct system of work.</w:t>
            </w:r>
          </w:p>
        </w:tc>
      </w:tr>
      <w:tr w:rsidR="00BF02FC" w:rsidRPr="000C5559" w14:paraId="578A1DF6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772B8C72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Med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5CB7F7E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 – 12</w:t>
            </w:r>
          </w:p>
        </w:tc>
        <w:tc>
          <w:tcPr>
            <w:tcW w:w="1620" w:type="dxa"/>
            <w:shd w:val="clear" w:color="auto" w:fill="auto"/>
          </w:tcPr>
          <w:p w14:paraId="18AE814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 Improvement</w:t>
            </w:r>
          </w:p>
          <w:p w14:paraId="79A2869D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6B131E9B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Action required to further reduce risk to acceptable level. Review of process or activity. </w:t>
            </w:r>
          </w:p>
        </w:tc>
      </w:tr>
      <w:tr w:rsidR="00BF02FC" w:rsidRPr="000C5559" w14:paraId="2A6E62B2" w14:textId="77777777" w:rsidTr="007F77F6">
        <w:tc>
          <w:tcPr>
            <w:tcW w:w="774" w:type="dxa"/>
            <w:shd w:val="clear" w:color="auto" w:fill="FF0000"/>
            <w:vAlign w:val="center"/>
          </w:tcPr>
          <w:p w14:paraId="68AC57BB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High</w:t>
            </w:r>
          </w:p>
        </w:tc>
        <w:tc>
          <w:tcPr>
            <w:tcW w:w="774" w:type="dxa"/>
            <w:shd w:val="clear" w:color="auto" w:fill="FF0000"/>
            <w:vAlign w:val="center"/>
          </w:tcPr>
          <w:p w14:paraId="36AE9A51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15+</w:t>
            </w:r>
          </w:p>
        </w:tc>
        <w:tc>
          <w:tcPr>
            <w:tcW w:w="1620" w:type="dxa"/>
            <w:shd w:val="clear" w:color="auto" w:fill="auto"/>
          </w:tcPr>
          <w:p w14:paraId="6362F92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Immediate Action </w:t>
            </w:r>
          </w:p>
        </w:tc>
        <w:tc>
          <w:tcPr>
            <w:tcW w:w="11907" w:type="dxa"/>
            <w:shd w:val="clear" w:color="auto" w:fill="auto"/>
          </w:tcPr>
          <w:p w14:paraId="66FD444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Unacceptable risk. Stop activity immediately. Inform next level of management &amp; refer to </w:t>
            </w:r>
            <w:r w:rsidR="00E04850" w:rsidRPr="000C5559">
              <w:rPr>
                <w:rFonts w:asciiTheme="minorHAnsi" w:hAnsiTheme="minorHAnsi" w:cstheme="minorHAnsi"/>
                <w:b/>
              </w:rPr>
              <w:t>Manager/</w:t>
            </w:r>
            <w:r w:rsidRPr="000C5559">
              <w:rPr>
                <w:rFonts w:asciiTheme="minorHAnsi" w:hAnsiTheme="minorHAnsi" w:cstheme="minorHAnsi"/>
                <w:b/>
              </w:rPr>
              <w:t xml:space="preserve">Safety Coordinator. Possible withdrawal of process or activity. </w:t>
            </w:r>
          </w:p>
          <w:p w14:paraId="1D3236D6" w14:textId="77777777" w:rsidR="00B247AE" w:rsidRPr="000C5559" w:rsidRDefault="00B247AE" w:rsidP="0009624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67CD0DEB" w14:textId="77777777" w:rsidR="00BF02FC" w:rsidRPr="00774127" w:rsidRDefault="00BF02FC" w:rsidP="00BF02FC">
      <w:pPr>
        <w:rPr>
          <w:rFonts w:ascii="Verdana" w:hAnsi="Verdana" w:cs="Arial"/>
          <w:b/>
          <w:bCs/>
        </w:rPr>
      </w:pPr>
    </w:p>
    <w:p w14:paraId="409BE69C" w14:textId="77777777" w:rsidR="00BF02FC" w:rsidRDefault="00BF02FC" w:rsidP="00BF02FC">
      <w:pPr>
        <w:rPr>
          <w:rFonts w:ascii="Verdana" w:hAnsi="Verdana" w:cs="Arial"/>
          <w:b/>
          <w:bCs/>
        </w:rPr>
      </w:pPr>
    </w:p>
    <w:p w14:paraId="37EABA46" w14:textId="77777777" w:rsidR="002605EC" w:rsidRDefault="002605EC" w:rsidP="00BF02FC">
      <w:pPr>
        <w:rPr>
          <w:rFonts w:ascii="Verdana" w:hAnsi="Verdana" w:cs="Arial"/>
          <w:b/>
          <w:bCs/>
        </w:rPr>
      </w:pPr>
    </w:p>
    <w:p w14:paraId="42F8F3D5" w14:textId="77777777" w:rsidR="0059074B" w:rsidRDefault="0059074B" w:rsidP="0059074B">
      <w:pPr>
        <w:rPr>
          <w:rFonts w:ascii="Verdana" w:hAnsi="Verdana" w:cs="Arial"/>
          <w:b/>
          <w:bCs/>
        </w:rPr>
      </w:pPr>
    </w:p>
    <w:p w14:paraId="63AF1B80" w14:textId="77777777" w:rsidR="0059074B" w:rsidRDefault="0059074B" w:rsidP="0059074B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FBEF7A2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6C2EDE89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5D1C220F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1B536FB2" w14:textId="77777777" w:rsidR="002605EC" w:rsidRPr="00B87DEF" w:rsidRDefault="002605EC" w:rsidP="0059074B">
      <w:pPr>
        <w:jc w:val="center"/>
        <w:rPr>
          <w:rFonts w:asciiTheme="minorHAnsi" w:hAnsiTheme="minorHAnsi" w:cstheme="minorHAnsi"/>
          <w:u w:val="single"/>
        </w:rPr>
      </w:pPr>
      <w:r w:rsidRPr="00B87DEF">
        <w:rPr>
          <w:rFonts w:asciiTheme="minorHAnsi" w:hAnsiTheme="minorHAnsi" w:cstheme="minorHAnsi"/>
          <w:b/>
          <w:bCs/>
          <w:u w:val="single"/>
        </w:rPr>
        <w:t>Monitoring and Review</w:t>
      </w:r>
    </w:p>
    <w:p w14:paraId="6AF0B5C3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2802"/>
        <w:gridCol w:w="2580"/>
        <w:gridCol w:w="3186"/>
        <w:gridCol w:w="4223"/>
      </w:tblGrid>
      <w:tr w:rsidR="002605EC" w:rsidRPr="00B87DEF" w14:paraId="4887A264" w14:textId="77777777" w:rsidTr="00D86014">
        <w:tc>
          <w:tcPr>
            <w:tcW w:w="2088" w:type="dxa"/>
            <w:shd w:val="clear" w:color="auto" w:fill="E0E0E0"/>
          </w:tcPr>
          <w:p w14:paraId="2F79D93A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Date Completed</w:t>
            </w:r>
          </w:p>
          <w:p w14:paraId="708F4263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80" w:type="dxa"/>
            <w:shd w:val="clear" w:color="auto" w:fill="E0E0E0"/>
          </w:tcPr>
          <w:p w14:paraId="42F2B245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Assessed by:</w:t>
            </w:r>
          </w:p>
        </w:tc>
        <w:tc>
          <w:tcPr>
            <w:tcW w:w="2663" w:type="dxa"/>
            <w:shd w:val="clear" w:color="auto" w:fill="E0E0E0"/>
          </w:tcPr>
          <w:p w14:paraId="73ADE6E4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Job Title:</w:t>
            </w:r>
          </w:p>
        </w:tc>
        <w:tc>
          <w:tcPr>
            <w:tcW w:w="3277" w:type="dxa"/>
            <w:shd w:val="clear" w:color="auto" w:fill="E0E0E0"/>
          </w:tcPr>
          <w:p w14:paraId="717FB342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Signature:</w:t>
            </w:r>
          </w:p>
        </w:tc>
        <w:tc>
          <w:tcPr>
            <w:tcW w:w="4368" w:type="dxa"/>
            <w:shd w:val="clear" w:color="auto" w:fill="E0E0E0"/>
          </w:tcPr>
          <w:p w14:paraId="4B0CE3B0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Review Date:</w:t>
            </w:r>
          </w:p>
        </w:tc>
      </w:tr>
      <w:tr w:rsidR="002605EC" w:rsidRPr="00B87DEF" w14:paraId="235D657F" w14:textId="77777777" w:rsidTr="00D86014">
        <w:tc>
          <w:tcPr>
            <w:tcW w:w="2088" w:type="dxa"/>
          </w:tcPr>
          <w:p w14:paraId="166DACC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088AD91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80" w:type="dxa"/>
          </w:tcPr>
          <w:p w14:paraId="51B8008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3" w:type="dxa"/>
          </w:tcPr>
          <w:p w14:paraId="1AFA2B51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77" w:type="dxa"/>
          </w:tcPr>
          <w:p w14:paraId="0A5C9334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1C87DE07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605EC" w:rsidRPr="00B87DEF" w14:paraId="55275C5A" w14:textId="77777777" w:rsidTr="00D86014">
        <w:tc>
          <w:tcPr>
            <w:tcW w:w="2088" w:type="dxa"/>
          </w:tcPr>
          <w:p w14:paraId="510B806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4149729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39BCF04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205AB83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53593F4A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21DDCDA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38B5EE8E" w14:textId="77777777" w:rsidTr="00D86014">
        <w:tc>
          <w:tcPr>
            <w:tcW w:w="2088" w:type="dxa"/>
          </w:tcPr>
          <w:p w14:paraId="620EDCF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6F4085C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195972D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1797A80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3014F88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2F8FBF9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659F00CC" w14:textId="77777777" w:rsidTr="00D86014">
        <w:tc>
          <w:tcPr>
            <w:tcW w:w="2088" w:type="dxa"/>
          </w:tcPr>
          <w:p w14:paraId="368D8A3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6EFD190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7EB61DB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2B9E351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6F6898B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AB67B2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1FEE8175" w14:textId="77777777" w:rsidR="002605EC" w:rsidRPr="00B87DEF" w:rsidRDefault="002605EC" w:rsidP="002605EC">
      <w:pPr>
        <w:pStyle w:val="Header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14:paraId="1BE915D6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57F76C49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  <w:u w:val="single"/>
        </w:rPr>
      </w:pPr>
      <w:r w:rsidRPr="00B87DEF">
        <w:rPr>
          <w:rFonts w:asciiTheme="minorHAnsi" w:hAnsiTheme="minorHAnsi" w:cstheme="minorHAnsi"/>
          <w:b/>
          <w:u w:val="single"/>
        </w:rPr>
        <w:t>Further Actions</w:t>
      </w:r>
    </w:p>
    <w:p w14:paraId="4A02198A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(Please detail any actions for the risk assessment here)</w:t>
      </w:r>
    </w:p>
    <w:p w14:paraId="4D9AA7FC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4287"/>
        <w:gridCol w:w="2345"/>
        <w:gridCol w:w="1935"/>
        <w:gridCol w:w="4241"/>
      </w:tblGrid>
      <w:tr w:rsidR="002605EC" w:rsidRPr="00B87DEF" w14:paraId="65931066" w14:textId="77777777" w:rsidTr="00D86014">
        <w:tc>
          <w:tcPr>
            <w:tcW w:w="2088" w:type="dxa"/>
            <w:shd w:val="clear" w:color="auto" w:fill="E0E0E0"/>
          </w:tcPr>
          <w:p w14:paraId="412B5B1E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Issue</w:t>
            </w:r>
          </w:p>
          <w:p w14:paraId="37536F4E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8" w:type="dxa"/>
            <w:shd w:val="clear" w:color="auto" w:fill="E0E0E0"/>
          </w:tcPr>
          <w:p w14:paraId="16E1E246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Further action</w:t>
            </w:r>
          </w:p>
        </w:tc>
        <w:tc>
          <w:tcPr>
            <w:tcW w:w="2410" w:type="dxa"/>
            <w:shd w:val="clear" w:color="auto" w:fill="E0E0E0"/>
          </w:tcPr>
          <w:p w14:paraId="72B25039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who?</w:t>
            </w:r>
          </w:p>
        </w:tc>
        <w:tc>
          <w:tcPr>
            <w:tcW w:w="1982" w:type="dxa"/>
            <w:shd w:val="clear" w:color="auto" w:fill="E0E0E0"/>
          </w:tcPr>
          <w:p w14:paraId="3DBC8EC5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when?</w:t>
            </w:r>
          </w:p>
        </w:tc>
        <w:tc>
          <w:tcPr>
            <w:tcW w:w="4368" w:type="dxa"/>
            <w:shd w:val="clear" w:color="auto" w:fill="E0E0E0"/>
          </w:tcPr>
          <w:p w14:paraId="05BE0359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Completed</w:t>
            </w:r>
          </w:p>
        </w:tc>
      </w:tr>
      <w:tr w:rsidR="002605EC" w:rsidRPr="00B87DEF" w14:paraId="6E3BB118" w14:textId="77777777" w:rsidTr="00D86014">
        <w:tc>
          <w:tcPr>
            <w:tcW w:w="2088" w:type="dxa"/>
          </w:tcPr>
          <w:p w14:paraId="55E8F331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64C68C5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3002FB3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7D6D22E1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5EE01C21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56A40AB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515806D5" w14:textId="77777777" w:rsidTr="00D86014">
        <w:tc>
          <w:tcPr>
            <w:tcW w:w="2088" w:type="dxa"/>
          </w:tcPr>
          <w:p w14:paraId="0305E2C7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13D9A5E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1FBECFA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76307196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3B826B5F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155DFA4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22AF90E3" w14:textId="77777777" w:rsidTr="00D86014">
        <w:tc>
          <w:tcPr>
            <w:tcW w:w="2088" w:type="dxa"/>
          </w:tcPr>
          <w:p w14:paraId="390AEF5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738C03B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5D78598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D0F713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0477881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78AD129A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1D7BB151" w14:textId="77777777" w:rsidTr="00D86014">
        <w:tc>
          <w:tcPr>
            <w:tcW w:w="2088" w:type="dxa"/>
          </w:tcPr>
          <w:p w14:paraId="4456208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372A4FC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</w:tcPr>
          <w:p w14:paraId="6D44623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3796DD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</w:tcPr>
          <w:p w14:paraId="1476B27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28AA048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2D4E2BD8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</w:rPr>
      </w:pPr>
    </w:p>
    <w:p w14:paraId="2AF4D8E2" w14:textId="356C593A" w:rsidR="002605EC" w:rsidRDefault="002605EC" w:rsidP="002605EC">
      <w:pPr>
        <w:jc w:val="center"/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All actions to be followed up are marked in bold in the body of the risk assessment above.</w:t>
      </w:r>
    </w:p>
    <w:p w14:paraId="18A7CAB5" w14:textId="781843EA" w:rsidR="001D4251" w:rsidRDefault="001D4251" w:rsidP="002605EC">
      <w:pPr>
        <w:jc w:val="center"/>
        <w:rPr>
          <w:rFonts w:asciiTheme="minorHAnsi" w:hAnsiTheme="minorHAnsi" w:cstheme="minorHAnsi"/>
          <w:b/>
        </w:rPr>
      </w:pPr>
    </w:p>
    <w:p w14:paraId="55F250C2" w14:textId="4C10F9EB" w:rsidR="001D4251" w:rsidRDefault="001D4251" w:rsidP="002605EC">
      <w:pPr>
        <w:jc w:val="center"/>
        <w:rPr>
          <w:rFonts w:asciiTheme="minorHAnsi" w:hAnsiTheme="minorHAnsi" w:cstheme="minorHAnsi"/>
          <w:b/>
        </w:rPr>
      </w:pPr>
    </w:p>
    <w:p w14:paraId="4250853C" w14:textId="261438F9" w:rsidR="001D4251" w:rsidRDefault="001D4251" w:rsidP="002605EC">
      <w:pPr>
        <w:jc w:val="center"/>
        <w:rPr>
          <w:rFonts w:asciiTheme="minorHAnsi" w:hAnsiTheme="minorHAnsi" w:cstheme="minorHAnsi"/>
          <w:b/>
        </w:rPr>
      </w:pPr>
    </w:p>
    <w:p w14:paraId="70DA6AB1" w14:textId="063BF806" w:rsidR="001D4251" w:rsidRDefault="001D4251" w:rsidP="002605EC">
      <w:pPr>
        <w:jc w:val="center"/>
        <w:rPr>
          <w:rFonts w:asciiTheme="minorHAnsi" w:hAnsiTheme="minorHAnsi" w:cstheme="minorHAnsi"/>
          <w:b/>
        </w:rPr>
      </w:pPr>
    </w:p>
    <w:p w14:paraId="45A6AB10" w14:textId="25FD5716" w:rsidR="001D4251" w:rsidRDefault="001D4251" w:rsidP="002605EC">
      <w:pPr>
        <w:jc w:val="center"/>
        <w:rPr>
          <w:rFonts w:asciiTheme="minorHAnsi" w:hAnsiTheme="minorHAnsi" w:cstheme="minorHAnsi"/>
          <w:b/>
        </w:rPr>
      </w:pPr>
    </w:p>
    <w:p w14:paraId="0302AB68" w14:textId="1876620A" w:rsidR="001D4251" w:rsidRDefault="001D4251" w:rsidP="002605EC">
      <w:pPr>
        <w:jc w:val="center"/>
        <w:rPr>
          <w:rFonts w:asciiTheme="minorHAnsi" w:hAnsiTheme="minorHAnsi" w:cstheme="minorHAnsi"/>
          <w:b/>
        </w:rPr>
      </w:pPr>
    </w:p>
    <w:p w14:paraId="109BE863" w14:textId="482EE4C6" w:rsidR="001D4251" w:rsidRDefault="001D4251" w:rsidP="002605EC">
      <w:pPr>
        <w:jc w:val="center"/>
        <w:rPr>
          <w:rFonts w:asciiTheme="minorHAnsi" w:hAnsiTheme="minorHAnsi" w:cstheme="minorHAnsi"/>
          <w:b/>
        </w:rPr>
      </w:pPr>
    </w:p>
    <w:p w14:paraId="4A0B4C5B" w14:textId="2E7D2364" w:rsidR="001D4251" w:rsidRDefault="001D4251" w:rsidP="002605EC">
      <w:pPr>
        <w:jc w:val="center"/>
        <w:rPr>
          <w:rFonts w:asciiTheme="minorHAnsi" w:hAnsiTheme="minorHAnsi" w:cstheme="minorHAnsi"/>
          <w:b/>
        </w:rPr>
      </w:pPr>
    </w:p>
    <w:p w14:paraId="11C36F20" w14:textId="118AD028" w:rsidR="001D4251" w:rsidRDefault="001D4251" w:rsidP="002605EC">
      <w:pPr>
        <w:jc w:val="center"/>
        <w:rPr>
          <w:rFonts w:asciiTheme="minorHAnsi" w:hAnsiTheme="minorHAnsi" w:cstheme="minorHAnsi"/>
          <w:b/>
        </w:rPr>
      </w:pPr>
    </w:p>
    <w:p w14:paraId="1560447C" w14:textId="292FF422" w:rsidR="001D4251" w:rsidRDefault="001D4251" w:rsidP="002605EC">
      <w:pPr>
        <w:jc w:val="center"/>
        <w:rPr>
          <w:rFonts w:asciiTheme="minorHAnsi" w:hAnsiTheme="minorHAnsi" w:cstheme="minorHAnsi"/>
          <w:b/>
        </w:rPr>
      </w:pPr>
    </w:p>
    <w:p w14:paraId="0C7D28C6" w14:textId="77777777" w:rsidR="001D4251" w:rsidRPr="00BC08C0" w:rsidRDefault="001D4251" w:rsidP="001D425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08C0">
        <w:rPr>
          <w:rFonts w:asciiTheme="minorHAnsi" w:hAnsiTheme="minorHAnsi" w:cstheme="minorHAnsi"/>
          <w:b/>
          <w:bCs/>
          <w:sz w:val="22"/>
          <w:szCs w:val="22"/>
        </w:rPr>
        <w:t>Confirmation of Risk Assessment &amp; Method Statement Briefing</w:t>
      </w:r>
    </w:p>
    <w:p w14:paraId="3891DF8A" w14:textId="77777777" w:rsidR="001D4251" w:rsidRPr="00BC08C0" w:rsidRDefault="001D4251" w:rsidP="001D4251">
      <w:pPr>
        <w:rPr>
          <w:rFonts w:asciiTheme="minorHAnsi" w:hAnsiTheme="minorHAnsi" w:cstheme="minorHAnsi"/>
        </w:rPr>
      </w:pPr>
      <w:r w:rsidRPr="00BC08C0">
        <w:rPr>
          <w:rFonts w:asciiTheme="minorHAnsi" w:hAnsiTheme="minorHAnsi" w:cstheme="minorHAnsi"/>
        </w:rPr>
        <w:t xml:space="preserve"> </w:t>
      </w:r>
    </w:p>
    <w:p w14:paraId="4F398008" w14:textId="77777777" w:rsidR="001D4251" w:rsidRPr="00BC08C0" w:rsidRDefault="001D4251" w:rsidP="005322D1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Before</w:t>
      </w:r>
      <w:r w:rsidRPr="00BC08C0">
        <w:rPr>
          <w:rFonts w:asciiTheme="minorHAnsi" w:hAnsiTheme="minorHAnsi" w:cstheme="minorHAnsi"/>
          <w:b/>
          <w:bCs/>
        </w:rPr>
        <w:t xml:space="preserve"> commencing the activities covered in this safe system of work document all </w:t>
      </w:r>
      <w:r>
        <w:rPr>
          <w:rFonts w:asciiTheme="minorHAnsi" w:hAnsiTheme="minorHAnsi" w:cstheme="minorHAnsi"/>
          <w:b/>
          <w:bCs/>
        </w:rPr>
        <w:t>staff</w:t>
      </w:r>
      <w:r w:rsidRPr="00BC08C0">
        <w:rPr>
          <w:rFonts w:asciiTheme="minorHAnsi" w:hAnsiTheme="minorHAnsi" w:cstheme="minorHAnsi"/>
          <w:b/>
          <w:bCs/>
        </w:rPr>
        <w:t xml:space="preserve"> are to sign below to confirm that a clear briefing explaining the job has been given and is </w:t>
      </w:r>
      <w:bookmarkStart w:id="0" w:name="_GoBack"/>
      <w:bookmarkEnd w:id="0"/>
      <w:r w:rsidRPr="00BC08C0">
        <w:rPr>
          <w:rFonts w:asciiTheme="minorHAnsi" w:hAnsiTheme="minorHAnsi" w:cstheme="minorHAnsi"/>
          <w:b/>
          <w:bCs/>
        </w:rPr>
        <w:t>understood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9"/>
        <w:gridCol w:w="3710"/>
        <w:gridCol w:w="3710"/>
        <w:gridCol w:w="3710"/>
      </w:tblGrid>
      <w:tr w:rsidR="001D4251" w14:paraId="1A2FA437" w14:textId="77777777" w:rsidTr="00CA5E01">
        <w:tc>
          <w:tcPr>
            <w:tcW w:w="3709" w:type="dxa"/>
          </w:tcPr>
          <w:p w14:paraId="6BF19702" w14:textId="77777777" w:rsidR="001D4251" w:rsidRDefault="001D4251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Name</w:t>
            </w:r>
          </w:p>
          <w:p w14:paraId="2E3B1B58" w14:textId="77777777" w:rsidR="001D4251" w:rsidRPr="00BC08C0" w:rsidRDefault="001D4251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10" w:type="dxa"/>
          </w:tcPr>
          <w:p w14:paraId="2C94BCF0" w14:textId="77777777" w:rsidR="001D4251" w:rsidRPr="00BC08C0" w:rsidRDefault="001D4251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3710" w:type="dxa"/>
          </w:tcPr>
          <w:p w14:paraId="6120FEFB" w14:textId="77777777" w:rsidR="001D4251" w:rsidRPr="00BC08C0" w:rsidRDefault="001D4251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710" w:type="dxa"/>
          </w:tcPr>
          <w:p w14:paraId="49E2BB13" w14:textId="77777777" w:rsidR="001D4251" w:rsidRPr="00BC08C0" w:rsidRDefault="001D4251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Comments</w:t>
            </w:r>
          </w:p>
        </w:tc>
      </w:tr>
      <w:tr w:rsidR="001D4251" w14:paraId="3B46F8F9" w14:textId="77777777" w:rsidTr="00CA5E01">
        <w:tc>
          <w:tcPr>
            <w:tcW w:w="3709" w:type="dxa"/>
          </w:tcPr>
          <w:p w14:paraId="30BBA36E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9797772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3E82B01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CC68FFD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88ED9D1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D4251" w14:paraId="3BCA2B32" w14:textId="77777777" w:rsidTr="00CA5E01">
        <w:tc>
          <w:tcPr>
            <w:tcW w:w="3709" w:type="dxa"/>
          </w:tcPr>
          <w:p w14:paraId="2CCA3E54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5C5D622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1B4CA56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FC34C57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2546C43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D4251" w14:paraId="498BA342" w14:textId="77777777" w:rsidTr="00CA5E01">
        <w:tc>
          <w:tcPr>
            <w:tcW w:w="3709" w:type="dxa"/>
          </w:tcPr>
          <w:p w14:paraId="55E7E35F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C0A94EB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CFFDA4D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E66C17E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719F2FD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D4251" w14:paraId="4D09EA5F" w14:textId="77777777" w:rsidTr="00CA5E01">
        <w:tc>
          <w:tcPr>
            <w:tcW w:w="3709" w:type="dxa"/>
          </w:tcPr>
          <w:p w14:paraId="0D030288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784CFEE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D29C3F6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64FA0CA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7D838DA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D4251" w14:paraId="4B7E697D" w14:textId="77777777" w:rsidTr="00CA5E01">
        <w:tc>
          <w:tcPr>
            <w:tcW w:w="3709" w:type="dxa"/>
          </w:tcPr>
          <w:p w14:paraId="10711CED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E6F5E7A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18858DE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6C621BB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A08B7C2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D4251" w14:paraId="698BB3A2" w14:textId="77777777" w:rsidTr="00CA5E01">
        <w:tc>
          <w:tcPr>
            <w:tcW w:w="3709" w:type="dxa"/>
          </w:tcPr>
          <w:p w14:paraId="4BA1BC59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6C3774E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3C49E0F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8F0A488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2E4AB48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D4251" w14:paraId="7BC5638E" w14:textId="77777777" w:rsidTr="00CA5E01">
        <w:tc>
          <w:tcPr>
            <w:tcW w:w="3709" w:type="dxa"/>
          </w:tcPr>
          <w:p w14:paraId="2F773CD2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C651E82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E500904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F76A33C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5612B43" w14:textId="77777777" w:rsidR="001D4251" w:rsidRDefault="001D4251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E8943F5" w14:textId="77777777" w:rsidR="001D4251" w:rsidRPr="00B87DEF" w:rsidRDefault="001D4251" w:rsidP="001D4251">
      <w:pPr>
        <w:rPr>
          <w:rFonts w:asciiTheme="minorHAnsi" w:hAnsiTheme="minorHAnsi" w:cstheme="minorHAnsi"/>
          <w:b/>
          <w:bCs/>
        </w:rPr>
      </w:pPr>
    </w:p>
    <w:p w14:paraId="2FB580D6" w14:textId="77777777" w:rsidR="001D4251" w:rsidRPr="00B87DEF" w:rsidRDefault="001D4251" w:rsidP="002605EC">
      <w:pPr>
        <w:jc w:val="center"/>
        <w:rPr>
          <w:rFonts w:asciiTheme="minorHAnsi" w:hAnsiTheme="minorHAnsi" w:cstheme="minorHAnsi"/>
          <w:b/>
        </w:rPr>
      </w:pPr>
    </w:p>
    <w:p w14:paraId="0E3120A9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0DBE9C9C" w14:textId="77777777" w:rsidR="002605EC" w:rsidRPr="00B87DEF" w:rsidRDefault="002605EC" w:rsidP="00BF02FC">
      <w:pPr>
        <w:rPr>
          <w:rFonts w:asciiTheme="minorHAnsi" w:hAnsiTheme="minorHAnsi" w:cstheme="minorHAnsi"/>
          <w:b/>
          <w:bCs/>
        </w:rPr>
      </w:pPr>
    </w:p>
    <w:sectPr w:rsidR="002605EC" w:rsidRPr="00B87DEF" w:rsidSect="003021DE">
      <w:headerReference w:type="default" r:id="rId24"/>
      <w:footerReference w:type="default" r:id="rId25"/>
      <w:pgSz w:w="16834" w:h="11909" w:orient="landscape" w:code="9"/>
      <w:pgMar w:top="720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E5AB5" w14:textId="77777777" w:rsidR="008E607C" w:rsidRDefault="008E607C">
      <w:r>
        <w:separator/>
      </w:r>
    </w:p>
  </w:endnote>
  <w:endnote w:type="continuationSeparator" w:id="0">
    <w:p w14:paraId="0900A00B" w14:textId="77777777" w:rsidR="008E607C" w:rsidRDefault="008E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BDF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6AEDC" w14:textId="0BF776A6" w:rsidR="00BE4900" w:rsidRPr="002D03A6" w:rsidRDefault="002D03A6" w:rsidP="00774127">
    <w:pPr>
      <w:pStyle w:val="Footer"/>
      <w:rPr>
        <w:rFonts w:asciiTheme="minorHAnsi" w:hAnsiTheme="minorHAnsi" w:cstheme="minorHAnsi"/>
        <w:b/>
        <w:sz w:val="16"/>
        <w:szCs w:val="16"/>
      </w:rPr>
    </w:pPr>
    <w:r>
      <w:rPr>
        <w:rStyle w:val="headerChar0"/>
        <w:rFonts w:asciiTheme="minorHAnsi" w:hAnsiTheme="minorHAnsi" w:cstheme="minorHAnsi"/>
        <w:b/>
        <w:sz w:val="16"/>
        <w:szCs w:val="16"/>
      </w:rPr>
      <w:t>RA004</w:t>
    </w:r>
    <w:r w:rsidR="00264FD6" w:rsidRPr="00264FD6">
      <w:rPr>
        <w:rStyle w:val="headerChar0"/>
        <w:rFonts w:asciiTheme="minorHAnsi" w:hAnsiTheme="minorHAnsi" w:cstheme="minorHAnsi"/>
        <w:b/>
        <w:sz w:val="16"/>
        <w:szCs w:val="16"/>
      </w:rPr>
      <w:t>-</w:t>
    </w:r>
    <w:r w:rsidRPr="002D03A6">
      <w:rPr>
        <w:rFonts w:asciiTheme="minorHAnsi" w:hAnsiTheme="minorHAnsi" w:cstheme="minorHAnsi"/>
        <w:sz w:val="18"/>
        <w:szCs w:val="22"/>
      </w:rPr>
      <w:t xml:space="preserve"> </w:t>
    </w:r>
    <w:r w:rsidRPr="002D03A6">
      <w:rPr>
        <w:rFonts w:asciiTheme="minorHAnsi" w:hAnsiTheme="minorHAnsi" w:cstheme="minorHAnsi"/>
        <w:b/>
        <w:sz w:val="16"/>
        <w:szCs w:val="16"/>
      </w:rPr>
      <w:t>Use of Mobile Scaffold Towers</w:t>
    </w:r>
    <w:r w:rsidR="00BE4900">
      <w:rPr>
        <w:rFonts w:asciiTheme="minorHAnsi" w:hAnsiTheme="minorHAnsi" w:cstheme="minorHAnsi"/>
        <w:sz w:val="16"/>
        <w:szCs w:val="16"/>
      </w:rPr>
      <w:tab/>
    </w:r>
    <w:r w:rsidR="00BE4900">
      <w:rPr>
        <w:rFonts w:asciiTheme="minorHAnsi" w:hAnsiTheme="minorHAnsi" w:cstheme="minorHAnsi"/>
        <w:sz w:val="16"/>
        <w:szCs w:val="16"/>
      </w:rPr>
      <w:tab/>
      <w:t xml:space="preserve">Reviewed </w:t>
    </w:r>
    <w:r w:rsidR="00BE4900" w:rsidRPr="00C250B0">
      <w:rPr>
        <w:rFonts w:asciiTheme="minorHAnsi" w:hAnsiTheme="minorHAnsi" w:cstheme="minorHAnsi"/>
        <w:sz w:val="16"/>
        <w:szCs w:val="16"/>
      </w:rPr>
      <w:t>By</w:t>
    </w:r>
    <w:r w:rsidR="00264FD6">
      <w:rPr>
        <w:rFonts w:asciiTheme="minorHAnsi" w:hAnsiTheme="minorHAnsi" w:cstheme="minorHAnsi"/>
        <w:sz w:val="16"/>
        <w:szCs w:val="16"/>
      </w:rPr>
      <w:t>-</w:t>
    </w:r>
    <w:r w:rsidR="00264FD6">
      <w:rPr>
        <w:rFonts w:asciiTheme="minorHAnsi" w:hAnsiTheme="minorHAnsi" w:cstheme="minorHAnsi"/>
        <w:sz w:val="16"/>
        <w:szCs w:val="16"/>
      </w:rPr>
      <w:tab/>
    </w:r>
    <w:r w:rsidR="00264FD6">
      <w:rPr>
        <w:rFonts w:asciiTheme="minorHAnsi" w:hAnsiTheme="minorHAnsi" w:cstheme="minorHAnsi"/>
        <w:sz w:val="16"/>
        <w:szCs w:val="16"/>
      </w:rPr>
      <w:tab/>
    </w:r>
    <w:r w:rsidR="00264FD6">
      <w:rPr>
        <w:rFonts w:asciiTheme="minorHAnsi" w:hAnsiTheme="minorHAnsi" w:cstheme="minorHAnsi"/>
        <w:sz w:val="16"/>
        <w:szCs w:val="16"/>
      </w:rPr>
      <w:tab/>
    </w:r>
    <w:r w:rsidR="00264FD6">
      <w:rPr>
        <w:rFonts w:asciiTheme="minorHAnsi" w:hAnsiTheme="minorHAnsi" w:cstheme="minorHAnsi"/>
        <w:sz w:val="16"/>
        <w:szCs w:val="16"/>
      </w:rPr>
      <w:tab/>
    </w:r>
    <w:r w:rsidR="00264FD6">
      <w:rPr>
        <w:rFonts w:asciiTheme="minorHAnsi" w:hAnsiTheme="minorHAnsi" w:cstheme="minorHAnsi"/>
        <w:sz w:val="16"/>
        <w:szCs w:val="16"/>
      </w:rPr>
      <w:tab/>
    </w:r>
    <w:r w:rsidR="00264FD6">
      <w:rPr>
        <w:rFonts w:asciiTheme="minorHAnsi" w:hAnsiTheme="minorHAnsi" w:cstheme="minorHAnsi"/>
        <w:sz w:val="16"/>
        <w:szCs w:val="16"/>
      </w:rPr>
      <w:tab/>
    </w:r>
    <w:r w:rsidR="00BE4900" w:rsidRPr="00C250B0">
      <w:rPr>
        <w:rFonts w:asciiTheme="minorHAnsi" w:hAnsiTheme="minorHAnsi" w:cstheme="minorHAnsi"/>
        <w:sz w:val="16"/>
        <w:szCs w:val="16"/>
      </w:rPr>
      <w:t xml:space="preserve">Page </w: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="00BE4900" w:rsidRPr="00C250B0">
      <w:rPr>
        <w:rFonts w:asciiTheme="minorHAnsi" w:hAnsiTheme="minorHAnsi" w:cstheme="minorHAnsi"/>
        <w:b/>
        <w:sz w:val="16"/>
        <w:szCs w:val="16"/>
      </w:rPr>
      <w:instrText xml:space="preserve"> PAGE </w:instrTex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195DCF">
      <w:rPr>
        <w:rFonts w:asciiTheme="minorHAnsi" w:hAnsiTheme="minorHAnsi" w:cstheme="minorHAnsi"/>
        <w:b/>
        <w:noProof/>
        <w:sz w:val="16"/>
        <w:szCs w:val="16"/>
      </w:rPr>
      <w:t>1</w: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end"/>
    </w:r>
    <w:r w:rsidR="00BE4900" w:rsidRPr="00C250B0">
      <w:rPr>
        <w:rFonts w:asciiTheme="minorHAnsi" w:hAnsiTheme="minorHAnsi" w:cstheme="minorHAnsi"/>
        <w:sz w:val="16"/>
        <w:szCs w:val="16"/>
      </w:rPr>
      <w:t xml:space="preserve"> of </w: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="00BE4900" w:rsidRPr="00C250B0">
      <w:rPr>
        <w:rFonts w:asciiTheme="minorHAnsi" w:hAnsiTheme="minorHAnsi" w:cstheme="minorHAnsi"/>
        <w:b/>
        <w:sz w:val="16"/>
        <w:szCs w:val="16"/>
      </w:rPr>
      <w:instrText xml:space="preserve"> NUMPAGES  </w:instrTex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195DCF">
      <w:rPr>
        <w:rFonts w:asciiTheme="minorHAnsi" w:hAnsiTheme="minorHAnsi" w:cstheme="minorHAnsi"/>
        <w:b/>
        <w:noProof/>
        <w:sz w:val="16"/>
        <w:szCs w:val="16"/>
      </w:rPr>
      <w:t>6</w: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CB8BB" w14:textId="77777777" w:rsidR="008E607C" w:rsidRDefault="008E607C">
      <w:r>
        <w:separator/>
      </w:r>
    </w:p>
  </w:footnote>
  <w:footnote w:type="continuationSeparator" w:id="0">
    <w:p w14:paraId="47DB7C2A" w14:textId="77777777" w:rsidR="008E607C" w:rsidRDefault="008E6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A89F2" w14:textId="7441D3D8" w:rsidR="00BE4900" w:rsidRPr="00B56678" w:rsidRDefault="00BE4900" w:rsidP="006C1BBB">
    <w:pPr>
      <w:pStyle w:val="Header1"/>
      <w:jc w:val="right"/>
    </w:pPr>
    <w:r>
      <w:t xml:space="preserve">     </w:t>
    </w:r>
  </w:p>
  <w:p w14:paraId="356B0234" w14:textId="77777777" w:rsidR="00BE4900" w:rsidRDefault="00BE49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A2255"/>
    <w:multiLevelType w:val="hybridMultilevel"/>
    <w:tmpl w:val="960CCE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477E12"/>
    <w:multiLevelType w:val="hybridMultilevel"/>
    <w:tmpl w:val="E2A6BD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EC3778"/>
    <w:multiLevelType w:val="hybridMultilevel"/>
    <w:tmpl w:val="F34A24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465DA2"/>
    <w:multiLevelType w:val="hybridMultilevel"/>
    <w:tmpl w:val="C602C0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7A25FE"/>
    <w:multiLevelType w:val="hybridMultilevel"/>
    <w:tmpl w:val="7CCACD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E70DB9"/>
    <w:multiLevelType w:val="hybridMultilevel"/>
    <w:tmpl w:val="6F6E5F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1E731E"/>
    <w:multiLevelType w:val="hybridMultilevel"/>
    <w:tmpl w:val="C02E6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427E47"/>
    <w:multiLevelType w:val="hybridMultilevel"/>
    <w:tmpl w:val="657849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772A51"/>
    <w:multiLevelType w:val="hybridMultilevel"/>
    <w:tmpl w:val="4490D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721792"/>
    <w:multiLevelType w:val="hybridMultilevel"/>
    <w:tmpl w:val="CB1EBA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ED3E37"/>
    <w:multiLevelType w:val="hybridMultilevel"/>
    <w:tmpl w:val="918AD0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9"/>
  </w:num>
  <w:num w:numId="8">
    <w:abstractNumId w:val="2"/>
  </w:num>
  <w:num w:numId="9">
    <w:abstractNumId w:val="10"/>
  </w:num>
  <w:num w:numId="10">
    <w:abstractNumId w:val="5"/>
  </w:num>
  <w:num w:numId="1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0C"/>
    <w:rsid w:val="000238EA"/>
    <w:rsid w:val="00024E69"/>
    <w:rsid w:val="00034172"/>
    <w:rsid w:val="0004157D"/>
    <w:rsid w:val="00070BCE"/>
    <w:rsid w:val="00082EB2"/>
    <w:rsid w:val="00087684"/>
    <w:rsid w:val="00096247"/>
    <w:rsid w:val="000B5AAE"/>
    <w:rsid w:val="000C5559"/>
    <w:rsid w:val="000D34CA"/>
    <w:rsid w:val="000E1D3D"/>
    <w:rsid w:val="000F0CEE"/>
    <w:rsid w:val="000F2A0C"/>
    <w:rsid w:val="001603FD"/>
    <w:rsid w:val="00180839"/>
    <w:rsid w:val="0018127C"/>
    <w:rsid w:val="001900B8"/>
    <w:rsid w:val="00193F7D"/>
    <w:rsid w:val="00195DCF"/>
    <w:rsid w:val="001B39C8"/>
    <w:rsid w:val="001B74F1"/>
    <w:rsid w:val="001C3D81"/>
    <w:rsid w:val="001C4FD2"/>
    <w:rsid w:val="001D4251"/>
    <w:rsid w:val="001D490A"/>
    <w:rsid w:val="001D53AA"/>
    <w:rsid w:val="001E16C1"/>
    <w:rsid w:val="001E5F5E"/>
    <w:rsid w:val="001F4612"/>
    <w:rsid w:val="00200381"/>
    <w:rsid w:val="002330F7"/>
    <w:rsid w:val="0024245F"/>
    <w:rsid w:val="002511B0"/>
    <w:rsid w:val="00257CEC"/>
    <w:rsid w:val="002605EC"/>
    <w:rsid w:val="00264FD6"/>
    <w:rsid w:val="00277E03"/>
    <w:rsid w:val="002852E3"/>
    <w:rsid w:val="00290F3A"/>
    <w:rsid w:val="002A26F9"/>
    <w:rsid w:val="002B41EE"/>
    <w:rsid w:val="002D03A6"/>
    <w:rsid w:val="002D228D"/>
    <w:rsid w:val="002D3336"/>
    <w:rsid w:val="002E2609"/>
    <w:rsid w:val="002E4E40"/>
    <w:rsid w:val="003021DE"/>
    <w:rsid w:val="00306137"/>
    <w:rsid w:val="00307A0C"/>
    <w:rsid w:val="003255AA"/>
    <w:rsid w:val="003323CF"/>
    <w:rsid w:val="00352BB7"/>
    <w:rsid w:val="00357480"/>
    <w:rsid w:val="00357AD0"/>
    <w:rsid w:val="003831EA"/>
    <w:rsid w:val="00390844"/>
    <w:rsid w:val="003A2003"/>
    <w:rsid w:val="003A6386"/>
    <w:rsid w:val="003C03E8"/>
    <w:rsid w:val="003C5C31"/>
    <w:rsid w:val="003D2285"/>
    <w:rsid w:val="003E1E22"/>
    <w:rsid w:val="003F208E"/>
    <w:rsid w:val="0040636F"/>
    <w:rsid w:val="004168A0"/>
    <w:rsid w:val="004227F2"/>
    <w:rsid w:val="00427B92"/>
    <w:rsid w:val="0046799E"/>
    <w:rsid w:val="00476908"/>
    <w:rsid w:val="0048634E"/>
    <w:rsid w:val="004943FA"/>
    <w:rsid w:val="004A1D33"/>
    <w:rsid w:val="004B029F"/>
    <w:rsid w:val="004B64E0"/>
    <w:rsid w:val="004B66ED"/>
    <w:rsid w:val="004D0E41"/>
    <w:rsid w:val="004D3E0C"/>
    <w:rsid w:val="004F11BA"/>
    <w:rsid w:val="005026B6"/>
    <w:rsid w:val="005034DA"/>
    <w:rsid w:val="005240BD"/>
    <w:rsid w:val="00524320"/>
    <w:rsid w:val="0052553E"/>
    <w:rsid w:val="00525FDA"/>
    <w:rsid w:val="005322D1"/>
    <w:rsid w:val="005418CD"/>
    <w:rsid w:val="00544074"/>
    <w:rsid w:val="00552A9D"/>
    <w:rsid w:val="00563F38"/>
    <w:rsid w:val="00575D9A"/>
    <w:rsid w:val="00576979"/>
    <w:rsid w:val="0059074B"/>
    <w:rsid w:val="00593E1B"/>
    <w:rsid w:val="005B1D21"/>
    <w:rsid w:val="005B25C0"/>
    <w:rsid w:val="005C7302"/>
    <w:rsid w:val="005C737F"/>
    <w:rsid w:val="005D0FBE"/>
    <w:rsid w:val="005D2870"/>
    <w:rsid w:val="005E26B4"/>
    <w:rsid w:val="005F1D65"/>
    <w:rsid w:val="005F72C8"/>
    <w:rsid w:val="00611D13"/>
    <w:rsid w:val="00625D8E"/>
    <w:rsid w:val="00632DD1"/>
    <w:rsid w:val="0063574E"/>
    <w:rsid w:val="00636B05"/>
    <w:rsid w:val="00642896"/>
    <w:rsid w:val="00645F92"/>
    <w:rsid w:val="00697BE0"/>
    <w:rsid w:val="006A1EFB"/>
    <w:rsid w:val="006B3367"/>
    <w:rsid w:val="006C1BBB"/>
    <w:rsid w:val="00722C45"/>
    <w:rsid w:val="00736497"/>
    <w:rsid w:val="00736668"/>
    <w:rsid w:val="00745448"/>
    <w:rsid w:val="0075578E"/>
    <w:rsid w:val="00763CE1"/>
    <w:rsid w:val="00774127"/>
    <w:rsid w:val="007770CC"/>
    <w:rsid w:val="007934F3"/>
    <w:rsid w:val="007938C2"/>
    <w:rsid w:val="007A47CC"/>
    <w:rsid w:val="007B32A3"/>
    <w:rsid w:val="007E1D98"/>
    <w:rsid w:val="007E5C4E"/>
    <w:rsid w:val="007F3D03"/>
    <w:rsid w:val="007F77F6"/>
    <w:rsid w:val="00813101"/>
    <w:rsid w:val="008215B7"/>
    <w:rsid w:val="00822620"/>
    <w:rsid w:val="008277A6"/>
    <w:rsid w:val="0083568E"/>
    <w:rsid w:val="00840734"/>
    <w:rsid w:val="008721C9"/>
    <w:rsid w:val="00880100"/>
    <w:rsid w:val="0088689F"/>
    <w:rsid w:val="008A4ACE"/>
    <w:rsid w:val="008B0388"/>
    <w:rsid w:val="008C60DD"/>
    <w:rsid w:val="008D27F5"/>
    <w:rsid w:val="008D6585"/>
    <w:rsid w:val="008E607C"/>
    <w:rsid w:val="008F1E79"/>
    <w:rsid w:val="00901D5C"/>
    <w:rsid w:val="009163E5"/>
    <w:rsid w:val="0091782C"/>
    <w:rsid w:val="009203BB"/>
    <w:rsid w:val="00931A98"/>
    <w:rsid w:val="00944188"/>
    <w:rsid w:val="009643DA"/>
    <w:rsid w:val="00980D07"/>
    <w:rsid w:val="009957A5"/>
    <w:rsid w:val="009A14C4"/>
    <w:rsid w:val="009A1CD4"/>
    <w:rsid w:val="009A4000"/>
    <w:rsid w:val="009B64D1"/>
    <w:rsid w:val="009D0832"/>
    <w:rsid w:val="00A02DA2"/>
    <w:rsid w:val="00A05AFB"/>
    <w:rsid w:val="00A10B6D"/>
    <w:rsid w:val="00A21C7A"/>
    <w:rsid w:val="00A238F7"/>
    <w:rsid w:val="00A24C13"/>
    <w:rsid w:val="00A4130F"/>
    <w:rsid w:val="00A44C9A"/>
    <w:rsid w:val="00A5515F"/>
    <w:rsid w:val="00A60492"/>
    <w:rsid w:val="00A62EF7"/>
    <w:rsid w:val="00AB19EA"/>
    <w:rsid w:val="00AE4C92"/>
    <w:rsid w:val="00B070AE"/>
    <w:rsid w:val="00B247AE"/>
    <w:rsid w:val="00B33001"/>
    <w:rsid w:val="00B33395"/>
    <w:rsid w:val="00B41EC3"/>
    <w:rsid w:val="00B4302B"/>
    <w:rsid w:val="00B469EB"/>
    <w:rsid w:val="00B526FC"/>
    <w:rsid w:val="00B52814"/>
    <w:rsid w:val="00B87DEF"/>
    <w:rsid w:val="00BA74C8"/>
    <w:rsid w:val="00BB59B5"/>
    <w:rsid w:val="00BD0BF9"/>
    <w:rsid w:val="00BE4900"/>
    <w:rsid w:val="00BF02FC"/>
    <w:rsid w:val="00C153A8"/>
    <w:rsid w:val="00C167BE"/>
    <w:rsid w:val="00C203A6"/>
    <w:rsid w:val="00C250B0"/>
    <w:rsid w:val="00C26C6F"/>
    <w:rsid w:val="00C315AF"/>
    <w:rsid w:val="00C34346"/>
    <w:rsid w:val="00C37D5A"/>
    <w:rsid w:val="00C423BE"/>
    <w:rsid w:val="00C4498E"/>
    <w:rsid w:val="00C458C3"/>
    <w:rsid w:val="00C605CB"/>
    <w:rsid w:val="00C7200D"/>
    <w:rsid w:val="00C72D24"/>
    <w:rsid w:val="00C9498E"/>
    <w:rsid w:val="00CA0BD2"/>
    <w:rsid w:val="00CB7DAB"/>
    <w:rsid w:val="00CB7EF2"/>
    <w:rsid w:val="00CC7459"/>
    <w:rsid w:val="00CE6882"/>
    <w:rsid w:val="00D01F6C"/>
    <w:rsid w:val="00D03CAA"/>
    <w:rsid w:val="00D200D4"/>
    <w:rsid w:val="00D23A0E"/>
    <w:rsid w:val="00D52A73"/>
    <w:rsid w:val="00D7021E"/>
    <w:rsid w:val="00D75FB2"/>
    <w:rsid w:val="00D843C4"/>
    <w:rsid w:val="00D84911"/>
    <w:rsid w:val="00D8575A"/>
    <w:rsid w:val="00D86014"/>
    <w:rsid w:val="00DA27D2"/>
    <w:rsid w:val="00DA585F"/>
    <w:rsid w:val="00DB1617"/>
    <w:rsid w:val="00DB7710"/>
    <w:rsid w:val="00DC6D5F"/>
    <w:rsid w:val="00E04850"/>
    <w:rsid w:val="00E12720"/>
    <w:rsid w:val="00E14BEC"/>
    <w:rsid w:val="00E327E7"/>
    <w:rsid w:val="00E51268"/>
    <w:rsid w:val="00E55F3C"/>
    <w:rsid w:val="00E66958"/>
    <w:rsid w:val="00E736CC"/>
    <w:rsid w:val="00E768FB"/>
    <w:rsid w:val="00E80B98"/>
    <w:rsid w:val="00E8269C"/>
    <w:rsid w:val="00E902DF"/>
    <w:rsid w:val="00E94142"/>
    <w:rsid w:val="00E9528A"/>
    <w:rsid w:val="00E97C9B"/>
    <w:rsid w:val="00EA0B57"/>
    <w:rsid w:val="00EA711E"/>
    <w:rsid w:val="00EC3B3D"/>
    <w:rsid w:val="00EC7065"/>
    <w:rsid w:val="00ED01BF"/>
    <w:rsid w:val="00ED61CF"/>
    <w:rsid w:val="00EE2A6F"/>
    <w:rsid w:val="00EE2B9C"/>
    <w:rsid w:val="00EF0741"/>
    <w:rsid w:val="00F00FAF"/>
    <w:rsid w:val="00F056EB"/>
    <w:rsid w:val="00F05A0E"/>
    <w:rsid w:val="00F2117C"/>
    <w:rsid w:val="00F22847"/>
    <w:rsid w:val="00F26784"/>
    <w:rsid w:val="00F33D43"/>
    <w:rsid w:val="00F40C60"/>
    <w:rsid w:val="00F43A03"/>
    <w:rsid w:val="00F51D95"/>
    <w:rsid w:val="00F619C9"/>
    <w:rsid w:val="00F6669C"/>
    <w:rsid w:val="00F70A9E"/>
    <w:rsid w:val="00F82DC1"/>
    <w:rsid w:val="00F878E6"/>
    <w:rsid w:val="00F96A7B"/>
    <w:rsid w:val="00FB19A6"/>
    <w:rsid w:val="00FB6E49"/>
    <w:rsid w:val="00FC1F50"/>
    <w:rsid w:val="00FC3D9A"/>
    <w:rsid w:val="00FC4FC4"/>
    <w:rsid w:val="00FC55E5"/>
    <w:rsid w:val="00FD54AE"/>
    <w:rsid w:val="00FE0E90"/>
    <w:rsid w:val="00FF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1E56BD"/>
  <w15:docId w15:val="{821AA550-AC5D-4E3B-B9E6-C263BCB6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(W1)" w:eastAsia="Times New Roman" w:hAnsi="Times New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021E"/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qFormat/>
    <w:rsid w:val="001B74F1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4B029F"/>
    <w:pPr>
      <w:keepNext/>
      <w:outlineLvl w:val="1"/>
    </w:pPr>
    <w:rPr>
      <w:rFonts w:ascii="Verdana" w:hAnsi="Verdana"/>
      <w:b/>
      <w:bCs/>
      <w:sz w:val="22"/>
    </w:rPr>
  </w:style>
  <w:style w:type="paragraph" w:styleId="Heading3">
    <w:name w:val="heading 3"/>
    <w:basedOn w:val="Normal"/>
    <w:next w:val="Normal"/>
    <w:qFormat/>
    <w:rsid w:val="001B74F1"/>
    <w:pPr>
      <w:keepNext/>
      <w:outlineLvl w:val="2"/>
    </w:pPr>
    <w:rPr>
      <w:bCs/>
      <w:sz w:val="24"/>
    </w:rPr>
  </w:style>
  <w:style w:type="paragraph" w:styleId="Heading4">
    <w:name w:val="heading 4"/>
    <w:basedOn w:val="Normal"/>
    <w:next w:val="Normal"/>
    <w:qFormat/>
    <w:rsid w:val="001B74F1"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4F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B74F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74F1"/>
  </w:style>
  <w:style w:type="paragraph" w:styleId="Title">
    <w:name w:val="Title"/>
    <w:basedOn w:val="Normal"/>
    <w:qFormat/>
    <w:rsid w:val="001B74F1"/>
    <w:pPr>
      <w:jc w:val="center"/>
    </w:pPr>
    <w:rPr>
      <w:sz w:val="52"/>
    </w:rPr>
  </w:style>
  <w:style w:type="character" w:styleId="CommentReference">
    <w:name w:val="annotation reference"/>
    <w:semiHidden/>
    <w:rsid w:val="001B74F1"/>
    <w:rPr>
      <w:sz w:val="16"/>
      <w:szCs w:val="16"/>
    </w:rPr>
  </w:style>
  <w:style w:type="paragraph" w:styleId="CommentText">
    <w:name w:val="annotation text"/>
    <w:basedOn w:val="Normal"/>
    <w:semiHidden/>
    <w:rsid w:val="001B74F1"/>
  </w:style>
  <w:style w:type="table" w:styleId="TableGrid">
    <w:name w:val="Table Grid"/>
    <w:basedOn w:val="TableNormal"/>
    <w:uiPriority w:val="39"/>
    <w:rsid w:val="007E5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74127"/>
    <w:rPr>
      <w:rFonts w:ascii="Times New Roman" w:hAnsi="Times New Roman"/>
      <w:lang w:val="en-GB"/>
    </w:rPr>
  </w:style>
  <w:style w:type="paragraph" w:customStyle="1" w:styleId="Header1">
    <w:name w:val="Header1"/>
    <w:basedOn w:val="Normal"/>
    <w:link w:val="headerChar0"/>
    <w:qFormat/>
    <w:rsid w:val="001B39C8"/>
    <w:rPr>
      <w:rFonts w:ascii="Verdana" w:hAnsi="Verdana"/>
      <w:sz w:val="18"/>
      <w:szCs w:val="22"/>
    </w:rPr>
  </w:style>
  <w:style w:type="paragraph" w:styleId="ListParagraph">
    <w:name w:val="List Paragraph"/>
    <w:basedOn w:val="Normal"/>
    <w:uiPriority w:val="34"/>
    <w:qFormat/>
    <w:rsid w:val="002B41EE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eaderChar0">
    <w:name w:val="header Char"/>
    <w:link w:val="Header1"/>
    <w:rsid w:val="001B39C8"/>
    <w:rPr>
      <w:rFonts w:ascii="Verdana" w:hAnsi="Verdana" w:cs="Arial"/>
      <w:sz w:val="18"/>
      <w:szCs w:val="22"/>
      <w:lang w:eastAsia="en-US"/>
    </w:rPr>
  </w:style>
  <w:style w:type="paragraph" w:styleId="BalloonText">
    <w:name w:val="Balloon Text"/>
    <w:basedOn w:val="Normal"/>
    <w:link w:val="BalloonTextChar"/>
    <w:rsid w:val="00F228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2847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DA27D2"/>
    <w:rPr>
      <w:rFonts w:ascii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2605EC"/>
    <w:rPr>
      <w:rFonts w:ascii="Times New Roman" w:hAnsi="Times New Roman"/>
      <w:lang w:eastAsia="en-US"/>
    </w:rPr>
  </w:style>
  <w:style w:type="paragraph" w:customStyle="1" w:styleId="Default">
    <w:name w:val="Default"/>
    <w:rsid w:val="00C250B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rsid w:val="00777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F4612"/>
    <w:rPr>
      <w:b/>
      <w:bCs/>
    </w:rPr>
  </w:style>
  <w:style w:type="paragraph" w:customStyle="1" w:styleId="CM14">
    <w:name w:val="CM14"/>
    <w:basedOn w:val="Normal"/>
    <w:next w:val="Normal"/>
    <w:uiPriority w:val="99"/>
    <w:rsid w:val="001E5F5E"/>
    <w:pPr>
      <w:autoSpaceDE w:val="0"/>
      <w:autoSpaceDN w:val="0"/>
      <w:adjustRightInd w:val="0"/>
      <w:spacing w:after="240"/>
    </w:pPr>
    <w:rPr>
      <w:rFonts w:ascii="PEBDF E+ Helvetica" w:eastAsia="Calibri" w:hAnsi="PEBDF E+ Helvetic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E5F5E"/>
    <w:rPr>
      <w:color w:val="800080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D7021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C73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customXml" Target="../customXml/item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C\Desktop\BESA%20Final%20July%202019\Task%20Risk%20Assessments\RA001%20Air%20Sampling%20for%20Asbest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60B8053-E14D-4A9B-8ECA-E6156B0B9E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ACAC8E-5F8C-43A9-B79F-37CCB203A009}"/>
</file>

<file path=customXml/itemProps3.xml><?xml version="1.0" encoding="utf-8"?>
<ds:datastoreItem xmlns:ds="http://schemas.openxmlformats.org/officeDocument/2006/customXml" ds:itemID="{5386FAE4-9DBE-4C56-8100-49D56BEA59C7}"/>
</file>

<file path=customXml/itemProps4.xml><?xml version="1.0" encoding="utf-8"?>
<ds:datastoreItem xmlns:ds="http://schemas.openxmlformats.org/officeDocument/2006/customXml" ds:itemID="{A882500D-0DB3-478B-8E86-043FD755C49E}"/>
</file>

<file path=docProps/app.xml><?xml version="1.0" encoding="utf-8"?>
<Properties xmlns="http://schemas.openxmlformats.org/officeDocument/2006/extended-properties" xmlns:vt="http://schemas.openxmlformats.org/officeDocument/2006/docPropsVTypes">
  <Template>RA001 Air Sampling for Asbestos</Template>
  <TotalTime>81</TotalTime>
  <Pages>7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Template:</vt:lpstr>
    </vt:vector>
  </TitlesOfParts>
  <Company>l</Company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 Template:</dc:title>
  <dc:creator>Rebecca Crosland</dc:creator>
  <cp:lastModifiedBy>Rebecca Crosland</cp:lastModifiedBy>
  <cp:revision>15</cp:revision>
  <cp:lastPrinted>2019-10-08T15:07:00Z</cp:lastPrinted>
  <dcterms:created xsi:type="dcterms:W3CDTF">2019-10-09T08:48:00Z</dcterms:created>
  <dcterms:modified xsi:type="dcterms:W3CDTF">2020-09-07T14:21:00Z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